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821"/>
        <w:gridCol w:w="2569"/>
        <w:gridCol w:w="4420"/>
        <w:gridCol w:w="1963"/>
      </w:tblGrid>
      <w:tr w:rsidR="0010094F" w:rsidTr="0054037F">
        <w:trPr>
          <w:trHeight w:val="1134"/>
          <w:jc w:val="center"/>
        </w:trPr>
        <w:tc>
          <w:tcPr>
            <w:tcW w:w="8810" w:type="dxa"/>
            <w:gridSpan w:val="3"/>
            <w:vAlign w:val="center"/>
          </w:tcPr>
          <w:p w:rsidR="0010094F" w:rsidRPr="00B21C46" w:rsidRDefault="0054037F" w:rsidP="007A13B6">
            <w:pPr>
              <w:pStyle w:val="En-tte"/>
              <w:jc w:val="center"/>
              <w:rPr>
                <w:rFonts w:ascii="Comic Sans MS" w:hAnsi="Comic Sans MS"/>
              </w:rPr>
            </w:pPr>
            <w:r w:rsidRPr="00E85757">
              <w:rPr>
                <w:rFonts w:ascii="Comic Sans MS" w:hAnsi="Comic Sans MS"/>
                <w:color w:val="FF0000"/>
                <w:sz w:val="36"/>
              </w:rPr>
              <w:t>Innovation technologique, Ingénierie et développement durable</w:t>
            </w:r>
          </w:p>
        </w:tc>
        <w:tc>
          <w:tcPr>
            <w:tcW w:w="1963" w:type="dxa"/>
            <w:vAlign w:val="center"/>
          </w:tcPr>
          <w:p w:rsidR="0010094F" w:rsidRDefault="0010094F" w:rsidP="007A13B6">
            <w:pPr>
              <w:pStyle w:val="En-tte"/>
              <w:jc w:val="center"/>
              <w:rPr>
                <w:b/>
              </w:rPr>
            </w:pPr>
            <w:r>
              <w:rPr>
                <w:b/>
              </w:rPr>
              <w:t>1° STI2D</w:t>
            </w:r>
          </w:p>
          <w:p w:rsidR="0010094F" w:rsidRPr="003D0E61" w:rsidRDefault="0010094F" w:rsidP="007A13B6">
            <w:pPr>
              <w:pStyle w:val="En-tte"/>
              <w:jc w:val="center"/>
              <w:rPr>
                <w:rFonts w:ascii="Comic Sans MS" w:hAnsi="Comic Sans MS"/>
                <w:b/>
              </w:rPr>
            </w:pPr>
          </w:p>
        </w:tc>
      </w:tr>
      <w:tr w:rsidR="0010094F" w:rsidTr="0010094F">
        <w:trPr>
          <w:jc w:val="center"/>
        </w:trPr>
        <w:tc>
          <w:tcPr>
            <w:tcW w:w="1821" w:type="dxa"/>
            <w:vMerge w:val="restart"/>
            <w:vAlign w:val="center"/>
          </w:tcPr>
          <w:p w:rsidR="0010094F" w:rsidRPr="001B6658" w:rsidRDefault="0010094F" w:rsidP="007A13B6">
            <w:pPr>
              <w:pStyle w:val="En-tte"/>
              <w:jc w:val="center"/>
            </w:pPr>
            <w:r w:rsidRPr="002D50A1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 wp14:anchorId="12621B7F" wp14:editId="58C5836B">
                  <wp:extent cx="637287" cy="408712"/>
                  <wp:effectExtent l="0" t="0" r="0" b="0"/>
                  <wp:docPr id="8" name="Image 8" descr="D:\Cours\Année 2019-2020\1STI2D\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Cours\Année 2019-2020\1STI2D\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48" cy="45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9" w:type="dxa"/>
            <w:gridSpan w:val="2"/>
            <w:vAlign w:val="center"/>
          </w:tcPr>
          <w:p w:rsidR="0010094F" w:rsidRPr="00B21C46" w:rsidRDefault="000B4D82" w:rsidP="007A13B6">
            <w:pPr>
              <w:pStyle w:val="En-tte"/>
              <w:jc w:val="center"/>
              <w:rPr>
                <w:rFonts w:ascii="Arial" w:hAnsi="Arial" w:cs="Arial"/>
              </w:rPr>
            </w:pPr>
            <w:r w:rsidRPr="000B4D82">
              <w:rPr>
                <w:color w:val="1F497D" w:themeColor="text2"/>
                <w:sz w:val="28"/>
              </w:rPr>
              <w:t>Comment décrire un système ?</w:t>
            </w:r>
          </w:p>
        </w:tc>
        <w:tc>
          <w:tcPr>
            <w:tcW w:w="1963" w:type="dxa"/>
            <w:vAlign w:val="center"/>
          </w:tcPr>
          <w:p w:rsidR="0010094F" w:rsidRPr="00034DB3" w:rsidRDefault="0010094F" w:rsidP="0031263C">
            <w:pPr>
              <w:pStyle w:val="En-tte"/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 xml:space="preserve">SÉANCE </w:t>
            </w:r>
            <w:r w:rsidR="00AC26F0">
              <w:rPr>
                <w:rFonts w:ascii="Comic Sans MS" w:hAnsi="Comic Sans MS"/>
                <w:b/>
                <w:sz w:val="22"/>
              </w:rPr>
              <w:t>4</w:t>
            </w:r>
          </w:p>
        </w:tc>
      </w:tr>
      <w:tr w:rsidR="0010094F" w:rsidTr="0010094F">
        <w:trPr>
          <w:jc w:val="center"/>
        </w:trPr>
        <w:tc>
          <w:tcPr>
            <w:tcW w:w="1821" w:type="dxa"/>
            <w:vMerge/>
            <w:vAlign w:val="center"/>
          </w:tcPr>
          <w:p w:rsidR="0010094F" w:rsidRDefault="0010094F" w:rsidP="007A13B6">
            <w:pPr>
              <w:pStyle w:val="En-tte"/>
              <w:jc w:val="center"/>
            </w:pPr>
          </w:p>
        </w:tc>
        <w:tc>
          <w:tcPr>
            <w:tcW w:w="6989" w:type="dxa"/>
            <w:gridSpan w:val="2"/>
            <w:vAlign w:val="center"/>
          </w:tcPr>
          <w:p w:rsidR="0010094F" w:rsidRDefault="00AB28A5" w:rsidP="007F0852">
            <w:pPr>
              <w:pStyle w:val="En-tte"/>
              <w:jc w:val="center"/>
            </w:pPr>
            <w:r w:rsidRPr="00AB28A5">
              <w:rPr>
                <w:b/>
                <w:bCs/>
                <w:sz w:val="36"/>
                <w:szCs w:val="36"/>
              </w:rPr>
              <w:t>Chauffe-eau solaire individuel</w:t>
            </w:r>
          </w:p>
        </w:tc>
        <w:tc>
          <w:tcPr>
            <w:tcW w:w="1963" w:type="dxa"/>
            <w:vAlign w:val="center"/>
          </w:tcPr>
          <w:p w:rsidR="0010094F" w:rsidRDefault="00E06671" w:rsidP="0031263C">
            <w:pPr>
              <w:pStyle w:val="En-tte"/>
              <w:jc w:val="center"/>
            </w:pPr>
            <w:r>
              <w:t>A</w:t>
            </w:r>
            <w:r w:rsidR="00D544EF">
              <w:t xml:space="preserve">ctivité </w:t>
            </w:r>
            <w:r w:rsidR="00AB28A5">
              <w:t>3</w:t>
            </w:r>
          </w:p>
        </w:tc>
      </w:tr>
      <w:tr w:rsidR="0054037F" w:rsidTr="00BC665B">
        <w:trPr>
          <w:jc w:val="center"/>
        </w:trPr>
        <w:tc>
          <w:tcPr>
            <w:tcW w:w="4390" w:type="dxa"/>
            <w:gridSpan w:val="2"/>
            <w:vAlign w:val="center"/>
          </w:tcPr>
          <w:p w:rsidR="0054037F" w:rsidRPr="0054037F" w:rsidRDefault="0054037F" w:rsidP="0054037F">
            <w:pPr>
              <w:pStyle w:val="En-tte"/>
              <w:jc w:val="left"/>
            </w:pPr>
            <w:r>
              <w:t xml:space="preserve">Nom : </w:t>
            </w:r>
          </w:p>
        </w:tc>
        <w:tc>
          <w:tcPr>
            <w:tcW w:w="4420" w:type="dxa"/>
            <w:vAlign w:val="center"/>
          </w:tcPr>
          <w:p w:rsidR="0054037F" w:rsidRPr="0054037F" w:rsidRDefault="0054037F" w:rsidP="0054037F">
            <w:pPr>
              <w:pStyle w:val="En-tte"/>
              <w:jc w:val="left"/>
            </w:pPr>
            <w:r w:rsidRPr="0054037F">
              <w:t>Prénom :</w:t>
            </w:r>
            <w:r>
              <w:t xml:space="preserve"> </w:t>
            </w:r>
          </w:p>
        </w:tc>
        <w:tc>
          <w:tcPr>
            <w:tcW w:w="1963" w:type="dxa"/>
            <w:vAlign w:val="center"/>
          </w:tcPr>
          <w:p w:rsidR="0054037F" w:rsidRDefault="0054037F" w:rsidP="0054037F">
            <w:pPr>
              <w:pStyle w:val="En-tte"/>
              <w:jc w:val="left"/>
            </w:pPr>
            <w:r>
              <w:t xml:space="preserve">Date : </w:t>
            </w:r>
          </w:p>
        </w:tc>
      </w:tr>
    </w:tbl>
    <w:p w:rsidR="0010094F" w:rsidRDefault="0010094F" w:rsidP="000830E0"/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8095"/>
        <w:gridCol w:w="2678"/>
      </w:tblGrid>
      <w:tr w:rsidR="007F0852" w:rsidTr="0010094F">
        <w:trPr>
          <w:trHeight w:val="567"/>
          <w:jc w:val="center"/>
        </w:trPr>
        <w:tc>
          <w:tcPr>
            <w:tcW w:w="3758" w:type="pct"/>
          </w:tcPr>
          <w:p w:rsidR="0010094F" w:rsidRPr="00485A5D" w:rsidRDefault="0010094F" w:rsidP="007A13B6">
            <w:pPr>
              <w:spacing w:after="120"/>
              <w:rPr>
                <w:b/>
                <w:bCs/>
              </w:rPr>
            </w:pPr>
            <w:r w:rsidRPr="00485A5D">
              <w:rPr>
                <w:b/>
                <w:bCs/>
                <w:u w:val="single"/>
              </w:rPr>
              <w:t>Durée</w:t>
            </w:r>
            <w:r w:rsidRPr="00485A5D">
              <w:rPr>
                <w:b/>
                <w:bCs/>
              </w:rPr>
              <w:t xml:space="preserve"> : </w:t>
            </w:r>
            <w:r w:rsidR="003C3921">
              <w:rPr>
                <w:b/>
                <w:bCs/>
              </w:rPr>
              <w:t>1</w:t>
            </w:r>
            <w:r w:rsidRPr="00485A5D">
              <w:rPr>
                <w:b/>
                <w:bCs/>
              </w:rPr>
              <w:t xml:space="preserve"> H </w:t>
            </w:r>
            <w:r w:rsidR="003C3921">
              <w:rPr>
                <w:b/>
                <w:bCs/>
              </w:rPr>
              <w:t>3</w:t>
            </w:r>
            <w:r w:rsidRPr="00485A5D">
              <w:rPr>
                <w:b/>
                <w:bCs/>
              </w:rPr>
              <w:t>0</w:t>
            </w:r>
          </w:p>
          <w:p w:rsidR="0031263C" w:rsidRDefault="0010094F" w:rsidP="007A13B6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Objectifs</w:t>
            </w:r>
            <w:r w:rsidR="0054037F">
              <w:rPr>
                <w:bCs/>
              </w:rPr>
              <w:t> :</w:t>
            </w:r>
            <w:r>
              <w:rPr>
                <w:bCs/>
              </w:rPr>
              <w:t xml:space="preserve"> </w:t>
            </w:r>
            <w:r w:rsidRPr="00EC5297">
              <w:rPr>
                <w:b/>
                <w:bCs/>
              </w:rPr>
              <w:t>O</w:t>
            </w:r>
            <w:r w:rsidR="005728E1">
              <w:rPr>
                <w:b/>
                <w:bCs/>
              </w:rPr>
              <w:t>1</w:t>
            </w:r>
            <w:r w:rsidRPr="00EC5297">
              <w:rPr>
                <w:b/>
                <w:bCs/>
              </w:rPr>
              <w:t xml:space="preserve"> </w:t>
            </w:r>
            <w:r w:rsidR="005728E1">
              <w:rPr>
                <w:b/>
                <w:bCs/>
              </w:rPr>
              <w:t>O2</w:t>
            </w:r>
          </w:p>
          <w:p w:rsidR="0010094F" w:rsidRPr="007E4FF7" w:rsidRDefault="0010094F" w:rsidP="007A13B6">
            <w:pPr>
              <w:spacing w:after="120"/>
              <w:rPr>
                <w:b/>
                <w:bCs/>
              </w:rPr>
            </w:pPr>
            <w:r w:rsidRPr="007E4FF7">
              <w:rPr>
                <w:b/>
                <w:bCs/>
                <w:u w:val="single"/>
              </w:rPr>
              <w:t>Compétences visées</w:t>
            </w:r>
            <w:r w:rsidRPr="007E4FF7">
              <w:rPr>
                <w:b/>
                <w:bCs/>
              </w:rPr>
              <w:t xml:space="preserve"> : </w:t>
            </w:r>
            <w:r>
              <w:rPr>
                <w:b/>
                <w:bCs/>
              </w:rPr>
              <w:t xml:space="preserve"> </w:t>
            </w:r>
            <w:r w:rsidR="001630BA">
              <w:rPr>
                <w:b/>
                <w:bCs/>
              </w:rPr>
              <w:t>CO</w:t>
            </w:r>
            <w:r w:rsidR="005728E1">
              <w:rPr>
                <w:b/>
                <w:bCs/>
              </w:rPr>
              <w:t>1</w:t>
            </w:r>
            <w:r w:rsidR="001630BA">
              <w:rPr>
                <w:b/>
                <w:bCs/>
              </w:rPr>
              <w:t>.</w:t>
            </w:r>
            <w:proofErr w:type="gramStart"/>
            <w:r w:rsidR="0031263C">
              <w:rPr>
                <w:b/>
                <w:bCs/>
              </w:rPr>
              <w:t>1</w:t>
            </w:r>
            <w:r w:rsidR="005728E1">
              <w:rPr>
                <w:b/>
                <w:bCs/>
              </w:rPr>
              <w:t xml:space="preserve">  CO2.2</w:t>
            </w:r>
            <w:proofErr w:type="gramEnd"/>
          </w:p>
          <w:p w:rsidR="005728E1" w:rsidRPr="00AB3BF4" w:rsidRDefault="0010094F" w:rsidP="005728E1">
            <w:pPr>
              <w:pStyle w:val="Default"/>
              <w:tabs>
                <w:tab w:val="left" w:pos="2268"/>
              </w:tabs>
              <w:jc w:val="both"/>
              <w:rPr>
                <w:b/>
                <w:bCs/>
                <w:sz w:val="22"/>
                <w:szCs w:val="22"/>
              </w:rPr>
            </w:pPr>
            <w:r w:rsidRPr="007E4FF7">
              <w:rPr>
                <w:rFonts w:ascii="Times New Roman" w:hAnsi="Times New Roman" w:cs="Times New Roman"/>
                <w:b/>
                <w:bCs/>
                <w:color w:val="auto"/>
                <w:u w:val="single"/>
              </w:rPr>
              <w:t>Connaissance visée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="005728E1" w:rsidRPr="00AB3BF4">
              <w:rPr>
                <w:b/>
                <w:bCs/>
                <w:sz w:val="22"/>
                <w:szCs w:val="22"/>
              </w:rPr>
              <w:t>1.1.2 Communication technique</w:t>
            </w:r>
          </w:p>
          <w:p w:rsidR="005728E1" w:rsidRDefault="005728E1" w:rsidP="005728E1">
            <w:pPr>
              <w:pStyle w:val="Default"/>
              <w:tabs>
                <w:tab w:val="left" w:pos="2268"/>
              </w:tabs>
              <w:ind w:left="2268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  <w:r w:rsidR="0054037F">
              <w:rPr>
                <w:b/>
                <w:bCs/>
                <w:sz w:val="22"/>
                <w:szCs w:val="22"/>
              </w:rPr>
              <w:t>5</w:t>
            </w:r>
            <w:r>
              <w:rPr>
                <w:b/>
                <w:bCs/>
                <w:sz w:val="22"/>
                <w:szCs w:val="22"/>
              </w:rPr>
              <w:t>.</w:t>
            </w:r>
            <w:r w:rsidR="0054037F">
              <w:rPr>
                <w:b/>
                <w:bCs/>
                <w:sz w:val="22"/>
                <w:szCs w:val="22"/>
              </w:rPr>
              <w:t>3</w:t>
            </w:r>
            <w:r w:rsidRPr="00AB3BF4">
              <w:rPr>
                <w:b/>
                <w:bCs/>
                <w:sz w:val="22"/>
                <w:szCs w:val="22"/>
              </w:rPr>
              <w:t xml:space="preserve"> </w:t>
            </w:r>
            <w:r w:rsidR="0054037F" w:rsidRPr="0054037F">
              <w:rPr>
                <w:b/>
                <w:bCs/>
                <w:sz w:val="22"/>
                <w:szCs w:val="22"/>
              </w:rPr>
              <w:t>Utilisation raisonnée des ressources</w:t>
            </w:r>
          </w:p>
          <w:p w:rsidR="005728E1" w:rsidRDefault="0054037F" w:rsidP="005728E1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5728E1">
              <w:rPr>
                <w:b/>
                <w:bCs/>
                <w:sz w:val="22"/>
                <w:szCs w:val="22"/>
              </w:rPr>
              <w:t>.3.</w:t>
            </w:r>
            <w:r>
              <w:rPr>
                <w:b/>
                <w:bCs/>
                <w:sz w:val="22"/>
                <w:szCs w:val="22"/>
              </w:rPr>
              <w:t>3</w:t>
            </w:r>
            <w:r w:rsidR="005728E1">
              <w:rPr>
                <w:b/>
                <w:bCs/>
                <w:sz w:val="22"/>
                <w:szCs w:val="22"/>
              </w:rPr>
              <w:t xml:space="preserve"> </w:t>
            </w:r>
            <w:r w:rsidRPr="0054037F">
              <w:rPr>
                <w:b/>
                <w:bCs/>
                <w:sz w:val="22"/>
                <w:szCs w:val="22"/>
              </w:rPr>
              <w:t>Conversion de puissance</w:t>
            </w:r>
          </w:p>
          <w:p w:rsidR="0010094F" w:rsidRPr="00996D0F" w:rsidRDefault="0010094F" w:rsidP="00061FB7">
            <w:pPr>
              <w:tabs>
                <w:tab w:val="left" w:pos="2268"/>
              </w:tabs>
              <w:spacing w:after="120"/>
              <w:ind w:left="2268" w:right="215" w:hanging="2268"/>
              <w:rPr>
                <w:b/>
                <w:bCs/>
              </w:rPr>
            </w:pPr>
            <w:r w:rsidRPr="00CA748B">
              <w:rPr>
                <w:b/>
                <w:bCs/>
                <w:u w:val="single"/>
              </w:rPr>
              <w:t>Matériel nécessaire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Pr="002921F8">
              <w:rPr>
                <w:bCs/>
              </w:rPr>
              <w:t>Poste informatique équipé d’internet</w:t>
            </w:r>
            <w:r w:rsidR="00D544EF">
              <w:rPr>
                <w:bCs/>
              </w:rPr>
              <w:t>, dossier ressources</w:t>
            </w:r>
            <w:r w:rsidR="00E45161">
              <w:rPr>
                <w:bCs/>
              </w:rPr>
              <w:t xml:space="preserve"> </w:t>
            </w:r>
          </w:p>
        </w:tc>
        <w:tc>
          <w:tcPr>
            <w:tcW w:w="1242" w:type="pct"/>
            <w:vAlign w:val="center"/>
          </w:tcPr>
          <w:p w:rsidR="0010094F" w:rsidRDefault="007F0852" w:rsidP="007A13B6">
            <w:pPr>
              <w:jc w:val="center"/>
            </w:pPr>
            <w:r w:rsidRPr="007F0852">
              <w:rPr>
                <w:noProof/>
                <w:lang w:eastAsia="fr-FR"/>
              </w:rPr>
              <w:drawing>
                <wp:inline distT="0" distB="0" distL="0" distR="0" wp14:anchorId="0055D384" wp14:editId="026C1AAF">
                  <wp:extent cx="1563676" cy="11880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676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094F" w:rsidRDefault="0010094F" w:rsidP="000830E0"/>
    <w:p w:rsidR="00E85757" w:rsidRDefault="00AB027A" w:rsidP="00B82856">
      <w:pPr>
        <w:tabs>
          <w:tab w:val="left" w:pos="2552"/>
        </w:tabs>
        <w:ind w:left="2552" w:hanging="2552"/>
      </w:pPr>
      <w:r w:rsidRPr="00996D0F">
        <w:rPr>
          <w:b/>
          <w:bCs/>
          <w:u w:val="single"/>
        </w:rPr>
        <w:t xml:space="preserve">Objectifs </w:t>
      </w:r>
      <w:r w:rsidR="00B82856">
        <w:rPr>
          <w:b/>
          <w:bCs/>
          <w:u w:val="single"/>
        </w:rPr>
        <w:t>de l’a</w:t>
      </w:r>
      <w:r w:rsidR="00B82856" w:rsidRPr="00B82856">
        <w:rPr>
          <w:b/>
          <w:bCs/>
          <w:u w:val="single"/>
        </w:rPr>
        <w:t>ctivité</w:t>
      </w:r>
      <w:r w:rsidRPr="00996D0F">
        <w:rPr>
          <w:b/>
          <w:bCs/>
        </w:rPr>
        <w:t xml:space="preserve"> : </w:t>
      </w:r>
      <w:r w:rsidRPr="00996D0F">
        <w:rPr>
          <w:b/>
          <w:bCs/>
        </w:rPr>
        <w:tab/>
      </w:r>
      <w:r w:rsidR="00C845B5">
        <w:t xml:space="preserve">À partir de </w:t>
      </w:r>
      <w:r w:rsidR="00B45BBF">
        <w:t>documents ressources</w:t>
      </w:r>
      <w:r w:rsidR="00E85757">
        <w:t xml:space="preserve"> et des ressources sur i</w:t>
      </w:r>
      <w:r w:rsidR="00C845B5">
        <w:t>nternet, l’élève doit</w:t>
      </w:r>
      <w:r w:rsidR="00E85757">
        <w:t xml:space="preserve"> </w:t>
      </w:r>
      <w:r w:rsidR="00061FB7" w:rsidRPr="00061FB7">
        <w:t xml:space="preserve">capable de </w:t>
      </w:r>
      <w:r w:rsidR="008C3E0A">
        <w:t>vérifier</w:t>
      </w:r>
      <w:r w:rsidR="008C3E0A" w:rsidRPr="008C3E0A">
        <w:t xml:space="preserve"> la capacité énergétique et l’efficacité énergétique d</w:t>
      </w:r>
      <w:r w:rsidR="008C3E0A">
        <w:t>’un</w:t>
      </w:r>
      <w:r w:rsidR="008C3E0A" w:rsidRPr="008C3E0A">
        <w:t>e installation</w:t>
      </w:r>
      <w:r w:rsidR="008C3E0A">
        <w:t xml:space="preserve"> de</w:t>
      </w:r>
      <w:r w:rsidR="00115D89">
        <w:t xml:space="preserve"> chauffage d’eau sanitaire</w:t>
      </w:r>
      <w:r w:rsidR="00942662" w:rsidRPr="00942662">
        <w:t xml:space="preserve"> </w:t>
      </w:r>
      <w:r w:rsidR="00115D89">
        <w:t>par énergie solaire</w:t>
      </w:r>
      <w:r w:rsidR="00942662" w:rsidRPr="00942662">
        <w:t>.</w:t>
      </w:r>
    </w:p>
    <w:p w:rsidR="00A74D79" w:rsidRPr="005A1F71" w:rsidRDefault="00A74D79" w:rsidP="00A74D79">
      <w:pPr>
        <w:spacing w:before="60" w:after="60"/>
        <w:jc w:val="center"/>
        <w:rPr>
          <w:b/>
          <w:color w:val="00B050"/>
        </w:rPr>
      </w:pPr>
      <w:r w:rsidRPr="005A1F71">
        <w:rPr>
          <w:b/>
          <w:color w:val="00B050"/>
        </w:rPr>
        <w:t>Regardez la vidéo « </w:t>
      </w:r>
      <w:r w:rsidRPr="005A1F71">
        <w:rPr>
          <w:b/>
          <w:i/>
          <w:color w:val="00B050"/>
        </w:rPr>
        <w:t>Un chauffe-eau solaire, comment ça marche</w:t>
      </w:r>
      <w:r w:rsidRPr="005A1F71">
        <w:rPr>
          <w:b/>
          <w:color w:val="00B050"/>
        </w:rPr>
        <w:t> »</w:t>
      </w:r>
    </w:p>
    <w:p w:rsidR="00D544EF" w:rsidRDefault="00D544EF" w:rsidP="00DE7A58">
      <w:pPr>
        <w:pStyle w:val="Titre1"/>
      </w:pPr>
      <w:r w:rsidRPr="00DE7A58">
        <w:t>Présentation</w:t>
      </w:r>
    </w:p>
    <w:p w:rsidR="00942662" w:rsidRPr="006B3D22" w:rsidRDefault="00942662" w:rsidP="00942662">
      <w:pPr>
        <w:pStyle w:val="Norma1"/>
      </w:pPr>
      <w:r w:rsidRPr="006B3D22">
        <w:t>Une</w:t>
      </w:r>
      <w:r w:rsidRPr="00942662">
        <w:t xml:space="preserve"> </w:t>
      </w:r>
      <w:r w:rsidRPr="006B3D22">
        <w:t>famille</w:t>
      </w:r>
      <w:r w:rsidRPr="00942662">
        <w:t xml:space="preserve"> </w:t>
      </w:r>
      <w:r w:rsidRPr="006B3D22">
        <w:t>lyonnaise</w:t>
      </w:r>
      <w:r w:rsidRPr="00942662">
        <w:t xml:space="preserve"> </w:t>
      </w:r>
      <w:r w:rsidRPr="006B3D22">
        <w:t>souhaite</w:t>
      </w:r>
      <w:r w:rsidRPr="00942662">
        <w:t xml:space="preserve"> </w:t>
      </w:r>
      <w:r w:rsidRPr="006B3D22">
        <w:t>investir</w:t>
      </w:r>
      <w:r w:rsidRPr="00942662">
        <w:t xml:space="preserve"> </w:t>
      </w:r>
      <w:r w:rsidRPr="006B3D22">
        <w:t>dans</w:t>
      </w:r>
      <w:r w:rsidRPr="00942662">
        <w:t xml:space="preserve"> </w:t>
      </w:r>
      <w:r w:rsidRPr="006B3D22">
        <w:t>la</w:t>
      </w:r>
      <w:r w:rsidRPr="00942662">
        <w:t xml:space="preserve"> </w:t>
      </w:r>
      <w:r w:rsidRPr="006B3D22">
        <w:t>construction</w:t>
      </w:r>
      <w:r w:rsidRPr="00942662">
        <w:t xml:space="preserve"> </w:t>
      </w:r>
      <w:r w:rsidRPr="006B3D22">
        <w:t>de</w:t>
      </w:r>
      <w:r w:rsidRPr="00942662">
        <w:t xml:space="preserve"> leur nouvelle </w:t>
      </w:r>
      <w:r w:rsidRPr="006B3D22">
        <w:t>habitation</w:t>
      </w:r>
      <w:r w:rsidRPr="00942662">
        <w:t xml:space="preserve"> </w:t>
      </w:r>
      <w:r w:rsidRPr="006B3D22">
        <w:t>principale.</w:t>
      </w:r>
    </w:p>
    <w:p w:rsidR="00942662" w:rsidRPr="00942662" w:rsidRDefault="00942662" w:rsidP="00942662">
      <w:pPr>
        <w:pStyle w:val="Norma1"/>
      </w:pPr>
      <w:r w:rsidRPr="006B3D22">
        <w:t>Conscients</w:t>
      </w:r>
      <w:r w:rsidRPr="00942662">
        <w:t xml:space="preserve"> </w:t>
      </w:r>
      <w:r w:rsidRPr="006B3D22">
        <w:t>des</w:t>
      </w:r>
      <w:r w:rsidRPr="00942662">
        <w:t xml:space="preserve"> </w:t>
      </w:r>
      <w:r w:rsidRPr="006B3D22">
        <w:t>enjeux</w:t>
      </w:r>
      <w:r w:rsidRPr="00942662">
        <w:t xml:space="preserve"> </w:t>
      </w:r>
      <w:r w:rsidRPr="006B3D22">
        <w:t>liés</w:t>
      </w:r>
      <w:r w:rsidRPr="00942662">
        <w:t xml:space="preserve"> </w:t>
      </w:r>
      <w:r w:rsidRPr="006B3D22">
        <w:t>au</w:t>
      </w:r>
      <w:r w:rsidRPr="00942662">
        <w:t xml:space="preserve"> </w:t>
      </w:r>
      <w:r w:rsidRPr="006B3D22">
        <w:t>développement</w:t>
      </w:r>
      <w:r w:rsidRPr="00942662">
        <w:t xml:space="preserve"> </w:t>
      </w:r>
      <w:r w:rsidRPr="006B3D22">
        <w:t>durable,</w:t>
      </w:r>
      <w:r w:rsidRPr="00942662">
        <w:t xml:space="preserve"> </w:t>
      </w:r>
      <w:r w:rsidR="00DE7A58">
        <w:t>elle</w:t>
      </w:r>
      <w:r w:rsidRPr="00942662">
        <w:t xml:space="preserve"> </w:t>
      </w:r>
      <w:r w:rsidRPr="006B3D22">
        <w:t>souhaite</w:t>
      </w:r>
      <w:r w:rsidRPr="00942662">
        <w:t xml:space="preserve"> </w:t>
      </w:r>
      <w:r w:rsidRPr="006B3D22">
        <w:t>que</w:t>
      </w:r>
      <w:r w:rsidRPr="00942662">
        <w:t xml:space="preserve"> </w:t>
      </w:r>
      <w:r w:rsidR="00DE7A58">
        <w:t>son</w:t>
      </w:r>
      <w:r w:rsidRPr="00942662">
        <w:t xml:space="preserve"> </w:t>
      </w:r>
      <w:r w:rsidRPr="006B3D22">
        <w:t>habitat</w:t>
      </w:r>
      <w:r w:rsidRPr="00942662">
        <w:t xml:space="preserve"> </w:t>
      </w:r>
      <w:r w:rsidRPr="006B3D22">
        <w:t>soit</w:t>
      </w:r>
      <w:r w:rsidRPr="00942662">
        <w:t xml:space="preserve"> respectueux de l’environnement et </w:t>
      </w:r>
      <w:r w:rsidR="00DE7A58">
        <w:t xml:space="preserve">soit </w:t>
      </w:r>
      <w:r w:rsidRPr="00942662">
        <w:t>le plus économe possible en énergie.</w:t>
      </w:r>
    </w:p>
    <w:p w:rsidR="00942662" w:rsidRPr="006B3D22" w:rsidRDefault="00DE7A58" w:rsidP="00942662">
      <w:pPr>
        <w:pStyle w:val="Norma1"/>
      </w:pPr>
      <w:r>
        <w:t xml:space="preserve">Son </w:t>
      </w:r>
      <w:r w:rsidR="00942662" w:rsidRPr="00942662">
        <w:t>projet d’</w:t>
      </w:r>
      <w:r w:rsidR="00942662" w:rsidRPr="006B3D22">
        <w:t>habitat,</w:t>
      </w:r>
      <w:r w:rsidR="00942662" w:rsidRPr="00942662">
        <w:t xml:space="preserve"> </w:t>
      </w:r>
      <w:r w:rsidR="00942662" w:rsidRPr="006B3D22">
        <w:t>situé</w:t>
      </w:r>
      <w:r w:rsidR="00942662" w:rsidRPr="00942662">
        <w:t xml:space="preserve"> en bordure d’une </w:t>
      </w:r>
      <w:r w:rsidR="00942662" w:rsidRPr="006B3D22">
        <w:t>route</w:t>
      </w:r>
      <w:r w:rsidR="00942662" w:rsidRPr="00942662">
        <w:t xml:space="preserve"> </w:t>
      </w:r>
      <w:r w:rsidR="00942662" w:rsidRPr="006B3D22">
        <w:t>très</w:t>
      </w:r>
      <w:r w:rsidR="00942662" w:rsidRPr="00942662">
        <w:t xml:space="preserve"> </w:t>
      </w:r>
      <w:r w:rsidR="00942662" w:rsidRPr="006B3D22">
        <w:t>fréquentée,</w:t>
      </w:r>
      <w:r w:rsidR="00942662" w:rsidRPr="00942662">
        <w:t xml:space="preserve"> </w:t>
      </w:r>
      <w:r w:rsidR="00942662" w:rsidRPr="006B3D22">
        <w:t>est</w:t>
      </w:r>
      <w:r w:rsidR="00942662" w:rsidRPr="00942662">
        <w:t xml:space="preserve"> </w:t>
      </w:r>
      <w:r w:rsidR="00942662" w:rsidRPr="006B3D22">
        <w:t>organisé</w:t>
      </w:r>
      <w:r w:rsidR="00942662" w:rsidRPr="00942662">
        <w:t xml:space="preserve"> </w:t>
      </w:r>
      <w:r w:rsidR="00942662" w:rsidRPr="006B3D22">
        <w:t>sur</w:t>
      </w:r>
      <w:r w:rsidR="00942662" w:rsidRPr="00942662">
        <w:t xml:space="preserve"> </w:t>
      </w:r>
      <w:r w:rsidR="00942662" w:rsidRPr="006B3D22">
        <w:t>deux</w:t>
      </w:r>
      <w:r w:rsidR="00942662" w:rsidRPr="00942662">
        <w:t xml:space="preserve"> </w:t>
      </w:r>
      <w:r w:rsidR="00942662" w:rsidRPr="006B3D22">
        <w:t>niveaux</w:t>
      </w:r>
      <w:r w:rsidR="00942662" w:rsidRPr="00942662">
        <w:t xml:space="preserve"> </w:t>
      </w:r>
      <w:r w:rsidR="00942662" w:rsidRPr="006B3D22">
        <w:t>(RDC</w:t>
      </w:r>
      <w:r w:rsidR="00942662" w:rsidRPr="00942662">
        <w:t xml:space="preserve"> </w:t>
      </w:r>
      <w:r w:rsidR="00942662" w:rsidRPr="006B3D22">
        <w:t>+</w:t>
      </w:r>
      <w:r w:rsidR="00942662" w:rsidRPr="00942662">
        <w:t xml:space="preserve"> </w:t>
      </w:r>
      <w:r w:rsidR="00942662" w:rsidRPr="006B3D22">
        <w:t>étage).</w:t>
      </w:r>
      <w:r w:rsidR="00942662" w:rsidRPr="00942662">
        <w:t xml:space="preserve"> Les futurs propriétaires ont exprimé à l’architecte leur souhait de ne pas avoir d’ouverture en front de rue dans le séjour. Pour satisfaire à cette demande, l’architecte </w:t>
      </w:r>
      <w:r w:rsidR="00942662" w:rsidRPr="006B3D22">
        <w:t>confit</w:t>
      </w:r>
      <w:r w:rsidR="00942662" w:rsidRPr="00942662">
        <w:t xml:space="preserve"> à un bureau d’étude technique la conception d’une nouvelle solution d’éclairage naturel du séjour </w:t>
      </w:r>
      <w:r w:rsidR="00942662" w:rsidRPr="006B3D22">
        <w:t xml:space="preserve">pour maintenir le niveau de confort </w:t>
      </w:r>
      <w:r w:rsidR="00942662" w:rsidRPr="00942662">
        <w:t>visuel.</w:t>
      </w:r>
    </w:p>
    <w:p w:rsidR="00942662" w:rsidRPr="006B3D22" w:rsidRDefault="00942662" w:rsidP="00942662">
      <w:pPr>
        <w:pStyle w:val="Norma1"/>
      </w:pPr>
      <w:r w:rsidRPr="00942662">
        <w:t>L’</w:t>
      </w:r>
      <w:r w:rsidRPr="006B3D22">
        <w:t xml:space="preserve">agencement intérieur </w:t>
      </w:r>
      <w:r w:rsidRPr="00942662">
        <w:t>de</w:t>
      </w:r>
      <w:r w:rsidRPr="006B3D22">
        <w:t xml:space="preserve"> la maison</w:t>
      </w:r>
      <w:r w:rsidRPr="00942662">
        <w:t xml:space="preserve"> </w:t>
      </w:r>
      <w:r w:rsidRPr="006B3D22">
        <w:t>est organisé</w:t>
      </w:r>
      <w:r w:rsidRPr="00942662">
        <w:t xml:space="preserve"> </w:t>
      </w:r>
      <w:r w:rsidRPr="006B3D22">
        <w:t>de la manière suivante</w:t>
      </w:r>
      <w:r w:rsidR="001E4637">
        <w:t> :</w:t>
      </w:r>
    </w:p>
    <w:p w:rsidR="00942662" w:rsidRPr="006B3D22" w:rsidRDefault="001E4637" w:rsidP="001E4637">
      <w:pPr>
        <w:pStyle w:val="Norma1"/>
        <w:numPr>
          <w:ilvl w:val="0"/>
          <w:numId w:val="43"/>
        </w:numPr>
      </w:pPr>
      <w:r w:rsidRPr="006B3D22">
        <w:t>Une</w:t>
      </w:r>
      <w:r w:rsidR="00942662" w:rsidRPr="006B3D22">
        <w:t xml:space="preserve"> cuisine,</w:t>
      </w:r>
      <w:r w:rsidR="00942662" w:rsidRPr="00942662">
        <w:t xml:space="preserve"> </w:t>
      </w:r>
      <w:r w:rsidR="00942662" w:rsidRPr="006B3D22">
        <w:t>une</w:t>
      </w:r>
      <w:r w:rsidR="00942662" w:rsidRPr="00942662">
        <w:t xml:space="preserve"> </w:t>
      </w:r>
      <w:r w:rsidR="00942662" w:rsidRPr="006B3D22">
        <w:t>entrée,</w:t>
      </w:r>
      <w:r w:rsidR="00942662" w:rsidRPr="00942662">
        <w:t xml:space="preserve"> </w:t>
      </w:r>
      <w:r w:rsidR="00942662" w:rsidRPr="006B3D22">
        <w:t xml:space="preserve">une chambre </w:t>
      </w:r>
      <w:r w:rsidR="00942662" w:rsidRPr="00942662">
        <w:t>et</w:t>
      </w:r>
      <w:r w:rsidR="00942662" w:rsidRPr="006B3D22">
        <w:t xml:space="preserve"> un séjour</w:t>
      </w:r>
      <w:r w:rsidR="00942662" w:rsidRPr="00942662">
        <w:t xml:space="preserve"> </w:t>
      </w:r>
      <w:r w:rsidR="00942662" w:rsidRPr="006B3D22">
        <w:t>au</w:t>
      </w:r>
      <w:r w:rsidR="00942662" w:rsidRPr="00942662">
        <w:t xml:space="preserve"> </w:t>
      </w:r>
      <w:r w:rsidR="00942662" w:rsidRPr="006B3D22">
        <w:t>rez-de-chaussée</w:t>
      </w:r>
      <w:r w:rsidR="00097D1D">
        <w:t> ;</w:t>
      </w:r>
    </w:p>
    <w:p w:rsidR="00942662" w:rsidRPr="006B3D22" w:rsidRDefault="00097D1D" w:rsidP="001E4637">
      <w:pPr>
        <w:pStyle w:val="Norma1"/>
        <w:numPr>
          <w:ilvl w:val="0"/>
          <w:numId w:val="43"/>
        </w:numPr>
      </w:pPr>
      <w:r w:rsidRPr="006B3D22">
        <w:t>Deux</w:t>
      </w:r>
      <w:r w:rsidR="00942662" w:rsidRPr="00942662">
        <w:t xml:space="preserve"> </w:t>
      </w:r>
      <w:r w:rsidR="00942662" w:rsidRPr="006B3D22">
        <w:t>chambres,</w:t>
      </w:r>
      <w:r w:rsidR="00942662" w:rsidRPr="00942662">
        <w:t xml:space="preserve"> </w:t>
      </w:r>
      <w:r w:rsidR="00942662" w:rsidRPr="006B3D22">
        <w:t>une</w:t>
      </w:r>
      <w:r w:rsidR="00942662" w:rsidRPr="00942662">
        <w:t xml:space="preserve"> </w:t>
      </w:r>
      <w:r w:rsidR="00942662" w:rsidRPr="006B3D22">
        <w:t>salle de bain, un</w:t>
      </w:r>
      <w:r w:rsidR="00942662" w:rsidRPr="00942662">
        <w:t xml:space="preserve"> WC et </w:t>
      </w:r>
      <w:r w:rsidR="00942662" w:rsidRPr="006B3D22">
        <w:t>un</w:t>
      </w:r>
      <w:r w:rsidR="00942662" w:rsidRPr="00942662">
        <w:t xml:space="preserve"> palier à l’étage</w:t>
      </w:r>
      <w:r w:rsidR="00942662" w:rsidRPr="006B3D22">
        <w:t>.</w:t>
      </w:r>
    </w:p>
    <w:p w:rsidR="00942662" w:rsidRDefault="00942662" w:rsidP="00097D1D">
      <w:r w:rsidRPr="00942662">
        <w:t xml:space="preserve">La couverture de la maison est composé d’une toiture terrasse végétalisée et d’une couverture en </w:t>
      </w:r>
      <w:r w:rsidRPr="006B3D22">
        <w:t>ardoise.</w:t>
      </w:r>
    </w:p>
    <w:p w:rsidR="00CD172A" w:rsidRDefault="00CD172A" w:rsidP="00061FB7">
      <w:pPr>
        <w:tabs>
          <w:tab w:val="left" w:pos="2552"/>
        </w:tabs>
        <w:ind w:left="2552" w:hanging="2552"/>
      </w:pPr>
    </w:p>
    <w:p w:rsidR="00CD172A" w:rsidRDefault="00CD172A" w:rsidP="00CD172A">
      <w:pPr>
        <w:pStyle w:val="Titre1"/>
      </w:pPr>
      <w:r>
        <w:t>C</w:t>
      </w:r>
      <w:r w:rsidRPr="00CD172A">
        <w:t>hauffe-eau solaire</w:t>
      </w:r>
      <w:r>
        <w:t xml:space="preserve"> individuel</w:t>
      </w:r>
    </w:p>
    <w:p w:rsidR="00CD172A" w:rsidRPr="00CD172A" w:rsidRDefault="00CD172A" w:rsidP="00CD172A">
      <w:pPr>
        <w:pStyle w:val="Normal1"/>
        <w:rPr>
          <w:szCs w:val="24"/>
        </w:rPr>
      </w:pPr>
      <w:r w:rsidRPr="00CD172A">
        <w:rPr>
          <w:szCs w:val="24"/>
        </w:rPr>
        <w:t>Les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 xml:space="preserve">futurs propriétaires </w:t>
      </w:r>
      <w:r w:rsidRPr="00CD172A">
        <w:rPr>
          <w:spacing w:val="-2"/>
          <w:szCs w:val="24"/>
        </w:rPr>
        <w:t>de</w:t>
      </w:r>
      <w:r w:rsidRPr="00CD172A">
        <w:rPr>
          <w:szCs w:val="24"/>
        </w:rPr>
        <w:t xml:space="preserve"> la maison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individuelle,</w:t>
      </w:r>
      <w:r w:rsidRPr="00CD172A">
        <w:rPr>
          <w:spacing w:val="2"/>
          <w:szCs w:val="24"/>
        </w:rPr>
        <w:t xml:space="preserve"> </w:t>
      </w:r>
      <w:r w:rsidRPr="00CD172A">
        <w:rPr>
          <w:szCs w:val="24"/>
        </w:rPr>
        <w:t>située près</w:t>
      </w:r>
      <w:r w:rsidRPr="00CD172A">
        <w:rPr>
          <w:spacing w:val="1"/>
          <w:szCs w:val="24"/>
        </w:rPr>
        <w:t xml:space="preserve"> </w:t>
      </w:r>
      <w:r w:rsidRPr="00CD172A">
        <w:rPr>
          <w:szCs w:val="24"/>
        </w:rPr>
        <w:t>de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LYON</w:t>
      </w:r>
      <w:r w:rsidRPr="00CD172A">
        <w:rPr>
          <w:spacing w:val="-3"/>
          <w:szCs w:val="24"/>
        </w:rPr>
        <w:t xml:space="preserve"> </w:t>
      </w:r>
      <w:r w:rsidRPr="00CD172A">
        <w:rPr>
          <w:szCs w:val="24"/>
        </w:rPr>
        <w:t>(69), sont soucieux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des</w:t>
      </w:r>
      <w:r w:rsidRPr="00CD172A">
        <w:rPr>
          <w:spacing w:val="63"/>
          <w:szCs w:val="24"/>
        </w:rPr>
        <w:t xml:space="preserve"> </w:t>
      </w:r>
      <w:r w:rsidRPr="00CD172A">
        <w:rPr>
          <w:szCs w:val="24"/>
        </w:rPr>
        <w:t>problèmes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environnementaux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et</w:t>
      </w:r>
      <w:r w:rsidRPr="00CD172A">
        <w:rPr>
          <w:spacing w:val="1"/>
          <w:szCs w:val="24"/>
        </w:rPr>
        <w:t xml:space="preserve"> </w:t>
      </w:r>
      <w:r w:rsidRPr="00CD172A">
        <w:rPr>
          <w:szCs w:val="24"/>
        </w:rPr>
        <w:t>économiques</w:t>
      </w:r>
      <w:r w:rsidRPr="00CD172A">
        <w:rPr>
          <w:spacing w:val="-2"/>
          <w:szCs w:val="24"/>
        </w:rPr>
        <w:t xml:space="preserve"> </w:t>
      </w:r>
      <w:r w:rsidRPr="00CD172A">
        <w:rPr>
          <w:szCs w:val="24"/>
        </w:rPr>
        <w:t>actuels</w:t>
      </w:r>
      <w:r w:rsidRPr="00CD172A">
        <w:rPr>
          <w:rFonts w:eastAsia="Arial"/>
          <w:szCs w:val="24"/>
        </w:rPr>
        <w:t>. Ils</w:t>
      </w:r>
      <w:r w:rsidRPr="00CD172A">
        <w:rPr>
          <w:rFonts w:eastAsia="Arial"/>
          <w:spacing w:val="1"/>
          <w:szCs w:val="24"/>
        </w:rPr>
        <w:t xml:space="preserve"> </w:t>
      </w:r>
      <w:r w:rsidRPr="00CD172A">
        <w:rPr>
          <w:rFonts w:eastAsia="Arial"/>
          <w:szCs w:val="24"/>
        </w:rPr>
        <w:t>décident</w:t>
      </w:r>
      <w:r w:rsidRPr="00CD172A">
        <w:rPr>
          <w:rFonts w:eastAsia="Arial"/>
          <w:spacing w:val="2"/>
          <w:szCs w:val="24"/>
        </w:rPr>
        <w:t xml:space="preserve"> </w:t>
      </w:r>
      <w:r w:rsidRPr="00CD172A">
        <w:rPr>
          <w:rFonts w:eastAsia="Arial"/>
          <w:szCs w:val="24"/>
        </w:rPr>
        <w:t>d’</w:t>
      </w:r>
      <w:r w:rsidRPr="00CD172A">
        <w:rPr>
          <w:szCs w:val="24"/>
        </w:rPr>
        <w:t>équiper</w:t>
      </w:r>
      <w:r w:rsidRPr="00CD172A">
        <w:rPr>
          <w:spacing w:val="1"/>
          <w:szCs w:val="24"/>
        </w:rPr>
        <w:t xml:space="preserve"> </w:t>
      </w:r>
      <w:r w:rsidRPr="00CD172A">
        <w:rPr>
          <w:szCs w:val="24"/>
        </w:rPr>
        <w:t>leur logement</w:t>
      </w:r>
      <w:r w:rsidRPr="00CD172A">
        <w:rPr>
          <w:spacing w:val="3"/>
          <w:szCs w:val="24"/>
        </w:rPr>
        <w:t xml:space="preserve"> </w:t>
      </w:r>
      <w:r w:rsidRPr="00CD172A">
        <w:rPr>
          <w:rFonts w:eastAsia="Arial"/>
          <w:szCs w:val="24"/>
        </w:rPr>
        <w:t>d’un</w:t>
      </w:r>
      <w:r w:rsidRPr="00CD172A">
        <w:rPr>
          <w:rFonts w:eastAsia="Arial"/>
          <w:spacing w:val="55"/>
          <w:szCs w:val="24"/>
        </w:rPr>
        <w:t xml:space="preserve"> </w:t>
      </w:r>
      <w:r w:rsidRPr="00CD172A">
        <w:rPr>
          <w:szCs w:val="24"/>
        </w:rPr>
        <w:t>chauffe-eau solaire</w:t>
      </w:r>
      <w:r>
        <w:rPr>
          <w:szCs w:val="24"/>
        </w:rPr>
        <w:t xml:space="preserve"> individuel (CESI)</w:t>
      </w:r>
      <w:r w:rsidRPr="00CD172A">
        <w:rPr>
          <w:szCs w:val="24"/>
        </w:rPr>
        <w:t>.</w:t>
      </w:r>
    </w:p>
    <w:p w:rsidR="00CD172A" w:rsidRPr="00CD172A" w:rsidRDefault="00CD172A" w:rsidP="00CD172A">
      <w:pPr>
        <w:pStyle w:val="Normal1"/>
      </w:pPr>
      <w:r w:rsidRPr="00CD172A">
        <w:rPr>
          <w:rFonts w:eastAsia="Arial"/>
        </w:rPr>
        <w:t>La conception</w:t>
      </w:r>
      <w:r w:rsidRPr="00CD172A">
        <w:rPr>
          <w:rFonts w:eastAsia="Arial"/>
          <w:spacing w:val="-2"/>
        </w:rPr>
        <w:t xml:space="preserve"> </w:t>
      </w:r>
      <w:r w:rsidRPr="00CD172A">
        <w:rPr>
          <w:rFonts w:eastAsia="Arial"/>
        </w:rPr>
        <w:t>et l’installation d’un CESI doit répondre aux</w:t>
      </w:r>
      <w:r w:rsidRPr="00CD172A">
        <w:rPr>
          <w:rFonts w:eastAsia="Arial"/>
          <w:spacing w:val="-2"/>
        </w:rPr>
        <w:t xml:space="preserve"> </w:t>
      </w:r>
      <w:r w:rsidRPr="00CD172A">
        <w:rPr>
          <w:rFonts w:eastAsia="Arial"/>
        </w:rPr>
        <w:t xml:space="preserve">besoins </w:t>
      </w:r>
      <w:r w:rsidRPr="00CD172A">
        <w:rPr>
          <w:rFonts w:eastAsia="Arial"/>
          <w:spacing w:val="-2"/>
        </w:rPr>
        <w:t>et</w:t>
      </w:r>
      <w:r w:rsidRPr="00CD172A">
        <w:rPr>
          <w:rFonts w:eastAsia="Arial"/>
          <w:spacing w:val="2"/>
        </w:rPr>
        <w:t xml:space="preserve"> </w:t>
      </w:r>
      <w:r w:rsidRPr="00CD172A">
        <w:rPr>
          <w:rFonts w:eastAsia="Arial"/>
        </w:rPr>
        <w:t>aux</w:t>
      </w:r>
      <w:r w:rsidRPr="00CD172A">
        <w:rPr>
          <w:rFonts w:eastAsia="Arial"/>
          <w:spacing w:val="-4"/>
        </w:rPr>
        <w:t xml:space="preserve"> </w:t>
      </w:r>
      <w:r w:rsidRPr="00CD172A">
        <w:rPr>
          <w:rFonts w:eastAsia="Arial"/>
        </w:rPr>
        <w:t>contraintes</w:t>
      </w:r>
      <w:r w:rsidRPr="00CD172A">
        <w:rPr>
          <w:rFonts w:eastAsia="Arial"/>
          <w:spacing w:val="1"/>
        </w:rPr>
        <w:t xml:space="preserve"> </w:t>
      </w:r>
      <w:r w:rsidRPr="00CD172A">
        <w:rPr>
          <w:rFonts w:eastAsia="Arial"/>
        </w:rPr>
        <w:t>suivantes</w:t>
      </w:r>
      <w:r>
        <w:rPr>
          <w:rFonts w:eastAsia="Arial"/>
          <w:spacing w:val="2"/>
        </w:rPr>
        <w:t> </w:t>
      </w:r>
      <w:r>
        <w:t>:</w:t>
      </w:r>
    </w:p>
    <w:p w:rsidR="00CD172A" w:rsidRPr="00CD172A" w:rsidRDefault="00CD172A" w:rsidP="00CD172A">
      <w:pPr>
        <w:pStyle w:val="Corpsdetexte"/>
        <w:numPr>
          <w:ilvl w:val="0"/>
          <w:numId w:val="45"/>
        </w:numPr>
        <w:tabs>
          <w:tab w:val="left" w:pos="851"/>
        </w:tabs>
        <w:spacing w:after="60"/>
        <w:ind w:left="567" w:firstLine="0"/>
        <w:rPr>
          <w:rFonts w:ascii="Times New Roman" w:hAnsi="Times New Roman" w:cs="Times New Roman"/>
          <w:sz w:val="24"/>
          <w:szCs w:val="24"/>
          <w:lang w:val="fr-FR"/>
        </w:rPr>
      </w:pP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Chauffer</w:t>
      </w:r>
      <w:r w:rsidRPr="00CD172A">
        <w:rPr>
          <w:rFonts w:ascii="Times New Roman" w:hAnsi="Times New Roman" w:cs="Times New Roman"/>
          <w:spacing w:val="1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l’eau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sanitaire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>en</w:t>
      </w:r>
      <w:r w:rsidRPr="00CD172A">
        <w:rPr>
          <w:rFonts w:ascii="Times New Roman" w:hAnsi="Times New Roman" w:cs="Times New Roman"/>
          <w:spacing w:val="2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utilisant</w:t>
      </w:r>
      <w:r w:rsidRPr="00CD172A">
        <w:rPr>
          <w:rFonts w:ascii="Times New Roman" w:hAnsi="Times New Roman" w:cs="Times New Roman"/>
          <w:spacing w:val="2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>au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maximum</w:t>
      </w:r>
      <w:r w:rsidRPr="00CD172A">
        <w:rPr>
          <w:rFonts w:ascii="Times New Roman" w:hAnsi="Times New Roman" w:cs="Times New Roman"/>
          <w:spacing w:val="3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l’énergie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 xml:space="preserve">solaire 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CD172A" w:rsidRPr="00CD172A" w:rsidRDefault="00CD172A" w:rsidP="00CD172A">
      <w:pPr>
        <w:widowControl w:val="0"/>
        <w:numPr>
          <w:ilvl w:val="0"/>
          <w:numId w:val="45"/>
        </w:numPr>
        <w:tabs>
          <w:tab w:val="left" w:pos="851"/>
        </w:tabs>
        <w:spacing w:before="40" w:after="60"/>
        <w:ind w:left="567" w:firstLine="0"/>
        <w:jc w:val="left"/>
        <w:rPr>
          <w:rFonts w:eastAsia="Arial"/>
        </w:rPr>
      </w:pPr>
      <w:r w:rsidRPr="00CD172A">
        <w:rPr>
          <w:spacing w:val="-1"/>
        </w:rPr>
        <w:t xml:space="preserve">Garantir </w:t>
      </w:r>
      <w:r w:rsidRPr="00CD172A">
        <w:t>un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investissement</w:t>
      </w:r>
      <w:r w:rsidRPr="00CD172A">
        <w:rPr>
          <w:spacing w:val="2"/>
        </w:rPr>
        <w:t xml:space="preserve"> </w:t>
      </w:r>
      <w:r w:rsidRPr="00CD172A">
        <w:rPr>
          <w:spacing w:val="-1"/>
        </w:rPr>
        <w:t>durable</w:t>
      </w:r>
      <w:r w:rsidRPr="00CD172A">
        <w:t xml:space="preserve"> </w:t>
      </w:r>
      <w:r w:rsidRPr="00CD172A">
        <w:rPr>
          <w:spacing w:val="-1"/>
        </w:rPr>
        <w:t>(</w:t>
      </w:r>
      <w:r w:rsidRPr="00CD172A">
        <w:rPr>
          <w:i/>
          <w:spacing w:val="-1"/>
        </w:rPr>
        <w:t>économique</w:t>
      </w:r>
      <w:r w:rsidRPr="00CD172A">
        <w:rPr>
          <w:i/>
          <w:spacing w:val="-2"/>
        </w:rPr>
        <w:t xml:space="preserve"> </w:t>
      </w:r>
      <w:r w:rsidRPr="00CD172A">
        <w:rPr>
          <w:i/>
        </w:rPr>
        <w:t>et</w:t>
      </w:r>
      <w:r w:rsidRPr="00CD172A">
        <w:rPr>
          <w:i/>
          <w:spacing w:val="2"/>
        </w:rPr>
        <w:t xml:space="preserve"> </w:t>
      </w:r>
      <w:r w:rsidRPr="00CD172A">
        <w:rPr>
          <w:i/>
          <w:spacing w:val="-1"/>
        </w:rPr>
        <w:t>environnemental</w:t>
      </w:r>
      <w:r w:rsidRPr="00CD172A">
        <w:rPr>
          <w:spacing w:val="-1"/>
        </w:rPr>
        <w:t xml:space="preserve">) </w:t>
      </w:r>
      <w:r w:rsidRPr="00CD172A">
        <w:t>;</w:t>
      </w:r>
    </w:p>
    <w:p w:rsidR="00CD172A" w:rsidRPr="00CD172A" w:rsidRDefault="00A74D79" w:rsidP="00CD172A">
      <w:pPr>
        <w:pStyle w:val="Corpsdetexte"/>
        <w:numPr>
          <w:ilvl w:val="0"/>
          <w:numId w:val="45"/>
        </w:numPr>
        <w:tabs>
          <w:tab w:val="left" w:pos="851"/>
        </w:tabs>
        <w:spacing w:before="37" w:after="60"/>
        <w:ind w:left="567" w:firstLine="0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noProof/>
          <w:lang w:val="fr-FR"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6194637</wp:posOffset>
            </wp:positionH>
            <wp:positionV relativeFrom="paragraph">
              <wp:posOffset>-372322</wp:posOffset>
            </wp:positionV>
            <wp:extent cx="1108710" cy="1689100"/>
            <wp:effectExtent l="0" t="0" r="0" b="635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Minimiser</w:t>
      </w:r>
      <w:r w:rsidR="00CD172A" w:rsidRPr="00CD172A">
        <w:rPr>
          <w:rFonts w:ascii="Times New Roman" w:hAnsi="Times New Roman" w:cs="Times New Roman"/>
          <w:spacing w:val="1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les</w:t>
      </w:r>
      <w:r w:rsidR="00CD172A"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pertes</w:t>
      </w:r>
      <w:r w:rsidR="00CD172A"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thermiques</w:t>
      </w:r>
      <w:r w:rsidR="00CD172A"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z w:val="24"/>
          <w:szCs w:val="24"/>
          <w:lang w:val="fr-FR"/>
        </w:rPr>
        <w:t>du</w:t>
      </w:r>
      <w:r w:rsidR="00CD172A"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ballon</w:t>
      </w:r>
      <w:r w:rsidR="00CD172A" w:rsidRPr="00CD172A">
        <w:rPr>
          <w:rFonts w:ascii="Times New Roman" w:hAnsi="Times New Roman" w:cs="Times New Roman"/>
          <w:spacing w:val="1"/>
          <w:sz w:val="24"/>
          <w:szCs w:val="24"/>
          <w:lang w:val="fr-FR"/>
        </w:rPr>
        <w:t xml:space="preserve"> </w:t>
      </w:r>
      <w:r w:rsidR="00CD172A"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r w:rsidR="00CD172A"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 xml:space="preserve">stockage </w:t>
      </w:r>
      <w:r w:rsidR="00CD172A" w:rsidRPr="00CD172A">
        <w:rPr>
          <w:rFonts w:ascii="Times New Roman" w:hAnsi="Times New Roman" w:cs="Times New Roman"/>
          <w:sz w:val="24"/>
          <w:szCs w:val="24"/>
          <w:lang w:val="fr-FR"/>
        </w:rPr>
        <w:t>;</w:t>
      </w:r>
    </w:p>
    <w:p w:rsidR="00CD172A" w:rsidRPr="00CD172A" w:rsidRDefault="00CD172A" w:rsidP="00CD172A">
      <w:pPr>
        <w:pStyle w:val="Corpsdetexte"/>
        <w:numPr>
          <w:ilvl w:val="0"/>
          <w:numId w:val="45"/>
        </w:numPr>
        <w:tabs>
          <w:tab w:val="left" w:pos="851"/>
        </w:tabs>
        <w:spacing w:before="37"/>
        <w:ind w:left="567" w:firstLine="0"/>
        <w:rPr>
          <w:rFonts w:ascii="Times New Roman" w:hAnsi="Times New Roman" w:cs="Times New Roman"/>
          <w:sz w:val="24"/>
          <w:szCs w:val="24"/>
          <w:lang w:val="fr-FR"/>
        </w:rPr>
      </w:pP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Optimiser les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échanges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énergétiques</w:t>
      </w:r>
      <w:r w:rsidRPr="00CD172A">
        <w:rPr>
          <w:rFonts w:ascii="Times New Roman" w:hAnsi="Times New Roman" w:cs="Times New Roman"/>
          <w:spacing w:val="1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>et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 xml:space="preserve"> la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durée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 xml:space="preserve"> de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2"/>
          <w:sz w:val="24"/>
          <w:szCs w:val="24"/>
          <w:lang w:val="fr-FR"/>
        </w:rPr>
        <w:t>vie</w:t>
      </w:r>
      <w:r w:rsidRPr="00CD172A">
        <w:rPr>
          <w:rFonts w:ascii="Times New Roman" w:hAnsi="Times New Roman" w:cs="Times New Roman"/>
          <w:sz w:val="24"/>
          <w:szCs w:val="24"/>
          <w:lang w:val="fr-FR"/>
        </w:rPr>
        <w:t xml:space="preserve"> du</w:t>
      </w:r>
      <w:r w:rsidRPr="00CD172A">
        <w:rPr>
          <w:rFonts w:ascii="Times New Roman" w:hAnsi="Times New Roman" w:cs="Times New Roman"/>
          <w:spacing w:val="4"/>
          <w:sz w:val="24"/>
          <w:szCs w:val="24"/>
          <w:lang w:val="fr-FR"/>
        </w:rPr>
        <w:t xml:space="preserve"> </w:t>
      </w:r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CES</w:t>
      </w:r>
      <w:bookmarkStart w:id="0" w:name="_GoBack"/>
      <w:bookmarkEnd w:id="0"/>
      <w:r w:rsidRPr="00CD172A">
        <w:rPr>
          <w:rFonts w:ascii="Times New Roman" w:hAnsi="Times New Roman" w:cs="Times New Roman"/>
          <w:spacing w:val="-1"/>
          <w:sz w:val="24"/>
          <w:szCs w:val="24"/>
          <w:lang w:val="fr-FR"/>
        </w:rPr>
        <w:t>I.</w:t>
      </w:r>
    </w:p>
    <w:p w:rsidR="0026272F" w:rsidRDefault="0026272F" w:rsidP="00CD172A"/>
    <w:p w:rsidR="00CD172A" w:rsidRPr="00CD172A" w:rsidRDefault="00CD172A" w:rsidP="00CD172A">
      <w:pPr>
        <w:pStyle w:val="Titre3"/>
        <w:numPr>
          <w:ilvl w:val="0"/>
          <w:numId w:val="0"/>
        </w:numPr>
      </w:pPr>
      <w:r w:rsidRPr="00CD172A">
        <w:t>Présentation du système</w:t>
      </w:r>
    </w:p>
    <w:p w:rsidR="00CD172A" w:rsidRPr="00984851" w:rsidRDefault="00CD172A" w:rsidP="00CD172A">
      <w:pPr>
        <w:pStyle w:val="Normal1"/>
      </w:pPr>
      <w:r w:rsidRPr="00984851">
        <w:t>Le CESI</w:t>
      </w:r>
      <w:r w:rsidRPr="00984851">
        <w:rPr>
          <w:spacing w:val="2"/>
        </w:rPr>
        <w:t xml:space="preserve"> </w:t>
      </w:r>
      <w:r w:rsidRPr="00984851">
        <w:t>de</w:t>
      </w:r>
      <w:r w:rsidRPr="00984851">
        <w:rPr>
          <w:spacing w:val="-2"/>
        </w:rPr>
        <w:t xml:space="preserve"> </w:t>
      </w:r>
      <w:r w:rsidRPr="00984851">
        <w:t>type électro-solaire à</w:t>
      </w:r>
      <w:r w:rsidRPr="00984851">
        <w:rPr>
          <w:spacing w:val="1"/>
        </w:rPr>
        <w:t xml:space="preserve"> </w:t>
      </w:r>
      <w:r w:rsidRPr="00984851">
        <w:t>circulation</w:t>
      </w:r>
      <w:r w:rsidRPr="00984851">
        <w:rPr>
          <w:spacing w:val="-2"/>
        </w:rPr>
        <w:t xml:space="preserve"> </w:t>
      </w:r>
      <w:r w:rsidRPr="00984851">
        <w:t>forcée (de</w:t>
      </w:r>
      <w:r w:rsidRPr="00984851">
        <w:rPr>
          <w:spacing w:val="-2"/>
        </w:rPr>
        <w:t xml:space="preserve"> </w:t>
      </w:r>
      <w:r w:rsidRPr="00984851">
        <w:t>référence</w:t>
      </w:r>
      <w:r w:rsidRPr="00984851">
        <w:rPr>
          <w:spacing w:val="39"/>
        </w:rPr>
        <w:t xml:space="preserve"> </w:t>
      </w:r>
      <w:r w:rsidRPr="00984851">
        <w:t>EC-300-2-CHA) est</w:t>
      </w:r>
      <w:r w:rsidRPr="00984851">
        <w:rPr>
          <w:spacing w:val="-3"/>
        </w:rPr>
        <w:t xml:space="preserve"> </w:t>
      </w:r>
      <w:r w:rsidRPr="00984851">
        <w:t>fabriquée</w:t>
      </w:r>
      <w:r w:rsidRPr="00984851">
        <w:rPr>
          <w:spacing w:val="-2"/>
        </w:rPr>
        <w:t xml:space="preserve"> </w:t>
      </w:r>
      <w:r w:rsidRPr="00984851">
        <w:t>par la</w:t>
      </w:r>
      <w:r w:rsidRPr="00984851">
        <w:rPr>
          <w:spacing w:val="2"/>
        </w:rPr>
        <w:t xml:space="preserve"> </w:t>
      </w:r>
      <w:r w:rsidRPr="00984851">
        <w:t>Société</w:t>
      </w:r>
      <w:r w:rsidRPr="00984851">
        <w:rPr>
          <w:spacing w:val="-2"/>
        </w:rPr>
        <w:t xml:space="preserve"> </w:t>
      </w:r>
      <w:r w:rsidRPr="00984851">
        <w:t>Applications</w:t>
      </w:r>
      <w:r w:rsidRPr="00984851">
        <w:rPr>
          <w:spacing w:val="43"/>
        </w:rPr>
        <w:t xml:space="preserve"> </w:t>
      </w:r>
      <w:r w:rsidRPr="00984851">
        <w:t>Thermiques</w:t>
      </w:r>
      <w:r w:rsidRPr="00984851">
        <w:rPr>
          <w:spacing w:val="-2"/>
        </w:rPr>
        <w:t xml:space="preserve"> </w:t>
      </w:r>
      <w:r w:rsidRPr="00984851">
        <w:t>Européennes</w:t>
      </w:r>
      <w:r w:rsidRPr="00984851">
        <w:rPr>
          <w:spacing w:val="1"/>
        </w:rPr>
        <w:t xml:space="preserve"> </w:t>
      </w:r>
      <w:r w:rsidRPr="00984851">
        <w:t>(SATE), filiale du</w:t>
      </w:r>
      <w:r w:rsidRPr="00984851">
        <w:rPr>
          <w:spacing w:val="-2"/>
        </w:rPr>
        <w:t xml:space="preserve"> </w:t>
      </w:r>
      <w:r w:rsidRPr="00984851">
        <w:t>groupe Atlantic</w:t>
      </w:r>
      <w:r w:rsidRPr="00984851">
        <w:rPr>
          <w:spacing w:val="33"/>
        </w:rPr>
        <w:t xml:space="preserve"> </w:t>
      </w:r>
      <w:r w:rsidRPr="00984851">
        <w:t>implantée à</w:t>
      </w:r>
      <w:r w:rsidRPr="00984851">
        <w:rPr>
          <w:spacing w:val="-2"/>
        </w:rPr>
        <w:t xml:space="preserve"> </w:t>
      </w:r>
      <w:r w:rsidRPr="00984851">
        <w:t>Fontaine</w:t>
      </w:r>
      <w:r w:rsidRPr="00984851">
        <w:rPr>
          <w:spacing w:val="-2"/>
        </w:rPr>
        <w:t xml:space="preserve"> </w:t>
      </w:r>
      <w:r w:rsidRPr="00984851">
        <w:t>(Territoire</w:t>
      </w:r>
      <w:r w:rsidRPr="00984851">
        <w:rPr>
          <w:spacing w:val="-2"/>
        </w:rPr>
        <w:t xml:space="preserve"> </w:t>
      </w:r>
      <w:r w:rsidRPr="00984851">
        <w:t>de Belfort).</w:t>
      </w:r>
    </w:p>
    <w:p w:rsidR="00CD172A" w:rsidRDefault="00CD172A" w:rsidP="00CD172A">
      <w:pPr>
        <w:pStyle w:val="Normal1"/>
      </w:pPr>
      <w:r>
        <w:lastRenderedPageBreak/>
        <w:t>Il comprend</w:t>
      </w:r>
      <w:r>
        <w:rPr>
          <w:spacing w:val="-2"/>
        </w:rPr>
        <w:t> </w:t>
      </w:r>
      <w:r>
        <w:t>:</w:t>
      </w:r>
    </w:p>
    <w:p w:rsidR="00CD172A" w:rsidRPr="00577387" w:rsidRDefault="00CD172A" w:rsidP="00385F26">
      <w:pPr>
        <w:widowControl w:val="0"/>
        <w:numPr>
          <w:ilvl w:val="0"/>
          <w:numId w:val="46"/>
        </w:numPr>
        <w:tabs>
          <w:tab w:val="left" w:pos="567"/>
        </w:tabs>
        <w:spacing w:after="60"/>
        <w:ind w:left="568" w:right="-1" w:hanging="284"/>
        <w:rPr>
          <w:rFonts w:eastAsia="Arial"/>
        </w:rPr>
      </w:pPr>
      <w:r w:rsidRPr="00577387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5726430</wp:posOffset>
            </wp:positionH>
            <wp:positionV relativeFrom="paragraph">
              <wp:posOffset>117475</wp:posOffset>
            </wp:positionV>
            <wp:extent cx="1080000" cy="943156"/>
            <wp:effectExtent l="0" t="0" r="635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3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7387">
        <w:rPr>
          <w:rFonts w:eastAsia="Arial"/>
          <w:bCs/>
          <w:spacing w:val="-1"/>
        </w:rPr>
        <w:t>Deux</w:t>
      </w:r>
      <w:r w:rsidRPr="00577387">
        <w:rPr>
          <w:rFonts w:eastAsia="Arial"/>
          <w:bCs/>
          <w:spacing w:val="-3"/>
        </w:rPr>
        <w:t xml:space="preserve"> </w:t>
      </w:r>
      <w:r w:rsidRPr="00577387">
        <w:rPr>
          <w:rFonts w:eastAsia="Arial"/>
          <w:bCs/>
          <w:spacing w:val="-1"/>
        </w:rPr>
        <w:t>capteurs</w:t>
      </w:r>
      <w:r w:rsidRPr="00577387">
        <w:rPr>
          <w:rFonts w:eastAsia="Arial"/>
          <w:bCs/>
          <w:spacing w:val="60"/>
        </w:rPr>
        <w:t xml:space="preserve"> </w:t>
      </w:r>
      <w:r w:rsidRPr="00577387">
        <w:rPr>
          <w:rFonts w:eastAsia="Arial"/>
          <w:bCs/>
          <w:spacing w:val="-2"/>
        </w:rPr>
        <w:t>solaires</w:t>
      </w:r>
      <w:r w:rsidRPr="00577387">
        <w:rPr>
          <w:rFonts w:eastAsia="Arial"/>
          <w:bCs/>
        </w:rPr>
        <w:t xml:space="preserve"> « </w:t>
      </w:r>
      <w:r w:rsidRPr="00577387">
        <w:rPr>
          <w:rFonts w:eastAsia="Arial"/>
          <w:spacing w:val="-1"/>
        </w:rPr>
        <w:t>Solar</w:t>
      </w:r>
      <w:r w:rsidRPr="00577387">
        <w:rPr>
          <w:rFonts w:eastAsia="Arial"/>
          <w:spacing w:val="1"/>
        </w:rPr>
        <w:t xml:space="preserve"> </w:t>
      </w:r>
      <w:r w:rsidRPr="00577387">
        <w:rPr>
          <w:rFonts w:eastAsia="Arial"/>
          <w:spacing w:val="-1"/>
        </w:rPr>
        <w:t>Plan</w:t>
      </w:r>
      <w:r w:rsidRPr="00577387">
        <w:rPr>
          <w:rFonts w:eastAsia="Arial"/>
          <w:spacing w:val="60"/>
        </w:rPr>
        <w:t xml:space="preserve"> </w:t>
      </w:r>
      <w:r w:rsidRPr="00577387">
        <w:rPr>
          <w:rFonts w:eastAsia="Arial"/>
          <w:spacing w:val="-1"/>
        </w:rPr>
        <w:t>230</w:t>
      </w:r>
      <w:r w:rsidRPr="00577387">
        <w:rPr>
          <w:rFonts w:eastAsia="Arial"/>
        </w:rPr>
        <w:t xml:space="preserve"> H » </w:t>
      </w:r>
      <w:r w:rsidRPr="00577387">
        <w:rPr>
          <w:spacing w:val="-1"/>
        </w:rPr>
        <w:t>avec</w:t>
      </w:r>
      <w:r w:rsidRPr="00577387">
        <w:rPr>
          <w:rFonts w:eastAsia="Arial"/>
        </w:rPr>
        <w:t xml:space="preserve"> </w:t>
      </w:r>
      <w:r w:rsidRPr="00577387">
        <w:rPr>
          <w:rFonts w:eastAsia="Arial"/>
          <w:spacing w:val="-1"/>
        </w:rPr>
        <w:t>châssis</w:t>
      </w:r>
      <w:r w:rsidRPr="00577387">
        <w:rPr>
          <w:rFonts w:eastAsia="Arial"/>
          <w:spacing w:val="1"/>
        </w:rPr>
        <w:t xml:space="preserve"> </w:t>
      </w:r>
      <w:r w:rsidRPr="00577387">
        <w:rPr>
          <w:rFonts w:eastAsia="Arial"/>
          <w:spacing w:val="-2"/>
        </w:rPr>
        <w:t>et</w:t>
      </w:r>
      <w:r w:rsidRPr="00577387">
        <w:rPr>
          <w:rFonts w:eastAsia="Arial"/>
          <w:spacing w:val="57"/>
        </w:rPr>
        <w:t xml:space="preserve"> </w:t>
      </w:r>
      <w:r w:rsidRPr="00577387">
        <w:rPr>
          <w:rFonts w:eastAsia="Arial"/>
          <w:spacing w:val="-1"/>
        </w:rPr>
        <w:t>système</w:t>
      </w:r>
      <w:r w:rsidRPr="00577387">
        <w:rPr>
          <w:rFonts w:eastAsia="Arial"/>
          <w:spacing w:val="1"/>
        </w:rPr>
        <w:t xml:space="preserve"> </w:t>
      </w:r>
      <w:r w:rsidRPr="00577387">
        <w:rPr>
          <w:rFonts w:eastAsia="Arial"/>
        </w:rPr>
        <w:t>de</w:t>
      </w:r>
      <w:r w:rsidRPr="00577387">
        <w:rPr>
          <w:rFonts w:eastAsia="Arial"/>
          <w:spacing w:val="-5"/>
        </w:rPr>
        <w:t xml:space="preserve"> </w:t>
      </w:r>
      <w:r w:rsidRPr="00577387">
        <w:rPr>
          <w:rFonts w:eastAsia="Arial"/>
          <w:spacing w:val="-1"/>
        </w:rPr>
        <w:t>fixation</w:t>
      </w:r>
      <w:r w:rsidRPr="00577387">
        <w:rPr>
          <w:rFonts w:eastAsia="Arial"/>
          <w:spacing w:val="1"/>
        </w:rPr>
        <w:t xml:space="preserve"> </w:t>
      </w:r>
      <w:r w:rsidRPr="00577387">
        <w:rPr>
          <w:rFonts w:eastAsia="Arial"/>
          <w:bCs/>
          <w:spacing w:val="-1"/>
        </w:rPr>
        <w:t>incliné</w:t>
      </w:r>
      <w:r w:rsidR="00385F26" w:rsidRPr="00577387">
        <w:rPr>
          <w:rFonts w:eastAsia="Arial"/>
          <w:bCs/>
        </w:rPr>
        <w:t xml:space="preserve"> à 45 ;</w:t>
      </w:r>
    </w:p>
    <w:p w:rsidR="00CD172A" w:rsidRPr="00CD172A" w:rsidRDefault="00CD172A" w:rsidP="00385F26">
      <w:pPr>
        <w:widowControl w:val="0"/>
        <w:numPr>
          <w:ilvl w:val="0"/>
          <w:numId w:val="46"/>
        </w:numPr>
        <w:tabs>
          <w:tab w:val="left" w:pos="567"/>
        </w:tabs>
        <w:spacing w:after="60"/>
        <w:ind w:left="568" w:right="-1" w:hanging="284"/>
        <w:rPr>
          <w:rFonts w:eastAsia="Arial"/>
        </w:rPr>
      </w:pPr>
      <w:r w:rsidRPr="00CD172A">
        <w:rPr>
          <w:rFonts w:eastAsia="Arial"/>
        </w:rPr>
        <w:t>Un réservoir de stockage de 300</w:t>
      </w:r>
      <w:r>
        <w:rPr>
          <w:rFonts w:eastAsia="Arial"/>
        </w:rPr>
        <w:t xml:space="preserve"> </w:t>
      </w:r>
      <w:r w:rsidRPr="00CD172A">
        <w:rPr>
          <w:rFonts w:eastAsia="Arial"/>
        </w:rPr>
        <w:t xml:space="preserve">l en acier émaillé </w:t>
      </w:r>
      <w:r>
        <w:rPr>
          <w:rFonts w:eastAsia="Arial"/>
        </w:rPr>
        <w:t>é</w:t>
      </w:r>
      <w:r w:rsidRPr="00CD172A">
        <w:rPr>
          <w:rFonts w:eastAsia="Arial"/>
        </w:rPr>
        <w:t>quipé d’un échangeur solaire et d’un appoint intégré électrique</w:t>
      </w:r>
      <w:r>
        <w:rPr>
          <w:rFonts w:eastAsia="Arial"/>
        </w:rPr>
        <w:t> ;</w:t>
      </w:r>
    </w:p>
    <w:p w:rsidR="00CD172A" w:rsidRPr="00CD172A" w:rsidRDefault="00CD172A" w:rsidP="00CD172A">
      <w:pPr>
        <w:widowControl w:val="0"/>
        <w:numPr>
          <w:ilvl w:val="0"/>
          <w:numId w:val="46"/>
        </w:numPr>
        <w:tabs>
          <w:tab w:val="left" w:pos="567"/>
        </w:tabs>
        <w:spacing w:after="60"/>
        <w:ind w:left="568" w:right="-1" w:hanging="284"/>
      </w:pPr>
      <w:r>
        <w:rPr>
          <w:noProof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6266815</wp:posOffset>
            </wp:positionH>
            <wp:positionV relativeFrom="paragraph">
              <wp:posOffset>314325</wp:posOffset>
            </wp:positionV>
            <wp:extent cx="1079500" cy="1079500"/>
            <wp:effectExtent l="0" t="0" r="6350" b="635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172A">
        <w:rPr>
          <w:spacing w:val="-1"/>
        </w:rPr>
        <w:t>Une</w:t>
      </w:r>
      <w:r w:rsidRPr="00CD172A">
        <w:rPr>
          <w:spacing w:val="-2"/>
        </w:rPr>
        <w:t xml:space="preserve"> </w:t>
      </w:r>
      <w:r w:rsidRPr="00CD172A">
        <w:rPr>
          <w:rFonts w:eastAsia="Arial"/>
        </w:rPr>
        <w:t>pompe</w:t>
      </w:r>
      <w:r w:rsidRPr="00CD172A">
        <w:rPr>
          <w:spacing w:val="-2"/>
        </w:rPr>
        <w:t xml:space="preserve"> </w:t>
      </w:r>
      <w:r w:rsidRPr="00CD172A">
        <w:t xml:space="preserve">de </w:t>
      </w:r>
      <w:r w:rsidRPr="00CD172A">
        <w:rPr>
          <w:spacing w:val="-1"/>
        </w:rPr>
        <w:t>circulation</w:t>
      </w:r>
      <w:r w:rsidRPr="00CD172A">
        <w:rPr>
          <w:spacing w:val="1"/>
        </w:rPr>
        <w:t xml:space="preserve"> </w:t>
      </w:r>
      <w:r w:rsidRPr="00CD172A">
        <w:t>du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fluide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caloporteur (eau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glycolée)</w:t>
      </w:r>
      <w:r w:rsidRPr="00CD172A">
        <w:rPr>
          <w:spacing w:val="43"/>
        </w:rPr>
        <w:t xml:space="preserve"> </w:t>
      </w:r>
      <w:r w:rsidRPr="00CD172A">
        <w:rPr>
          <w:spacing w:val="-1"/>
        </w:rPr>
        <w:t>constituant</w:t>
      </w:r>
      <w:r w:rsidRPr="00CD172A">
        <w:rPr>
          <w:spacing w:val="2"/>
        </w:rPr>
        <w:t xml:space="preserve"> </w:t>
      </w:r>
      <w:r w:rsidRPr="00CD172A">
        <w:rPr>
          <w:spacing w:val="-1"/>
        </w:rPr>
        <w:t>avec</w:t>
      </w:r>
      <w:r w:rsidRPr="00CD172A">
        <w:t xml:space="preserve"> </w:t>
      </w:r>
      <w:r w:rsidRPr="00CD172A">
        <w:rPr>
          <w:spacing w:val="-1"/>
        </w:rPr>
        <w:t>les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capteurs, l'échangeur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solaire</w:t>
      </w:r>
      <w:r w:rsidRPr="00CD172A">
        <w:rPr>
          <w:spacing w:val="58"/>
        </w:rPr>
        <w:t xml:space="preserve"> </w:t>
      </w:r>
      <w:r w:rsidRPr="00CD172A">
        <w:t xml:space="preserve">et </w:t>
      </w:r>
      <w:r w:rsidRPr="00CD172A">
        <w:rPr>
          <w:spacing w:val="-1"/>
        </w:rPr>
        <w:t>les</w:t>
      </w:r>
      <w:r w:rsidRPr="00CD172A">
        <w:rPr>
          <w:spacing w:val="35"/>
        </w:rPr>
        <w:t xml:space="preserve"> </w:t>
      </w:r>
      <w:r w:rsidRPr="00CD172A">
        <w:rPr>
          <w:spacing w:val="-1"/>
        </w:rPr>
        <w:t>accessoires</w:t>
      </w:r>
      <w:r w:rsidRPr="00CD172A">
        <w:rPr>
          <w:spacing w:val="60"/>
        </w:rPr>
        <w:t xml:space="preserve"> </w:t>
      </w:r>
      <w:r w:rsidRPr="00CD172A">
        <w:rPr>
          <w:spacing w:val="-1"/>
        </w:rPr>
        <w:t>hydrauliques</w:t>
      </w:r>
      <w:r w:rsidRPr="00CD172A">
        <w:t xml:space="preserve"> </w:t>
      </w:r>
      <w:r>
        <w:rPr>
          <w:spacing w:val="2"/>
        </w:rPr>
        <w:t>e</w:t>
      </w:r>
      <w:r w:rsidRPr="00CD172A">
        <w:rPr>
          <w:spacing w:val="-2"/>
        </w:rPr>
        <w:t>t</w:t>
      </w:r>
      <w:r w:rsidRPr="00CD172A">
        <w:t xml:space="preserve"> de</w:t>
      </w:r>
      <w:r w:rsidRPr="00CD172A">
        <w:rPr>
          <w:spacing w:val="60"/>
        </w:rPr>
        <w:t xml:space="preserve"> </w:t>
      </w:r>
      <w:r w:rsidRPr="00CD172A">
        <w:rPr>
          <w:spacing w:val="-1"/>
        </w:rPr>
        <w:t>sécurité,</w:t>
      </w:r>
      <w:r w:rsidRPr="00CD172A">
        <w:rPr>
          <w:spacing w:val="59"/>
        </w:rPr>
        <w:t xml:space="preserve"> </w:t>
      </w:r>
      <w:r w:rsidRPr="00CD172A">
        <w:rPr>
          <w:spacing w:val="-1"/>
        </w:rPr>
        <w:t>le</w:t>
      </w:r>
      <w:r w:rsidRPr="00CD172A">
        <w:t xml:space="preserve"> </w:t>
      </w:r>
      <w:r w:rsidRPr="00CD172A">
        <w:rPr>
          <w:spacing w:val="-1"/>
        </w:rPr>
        <w:t>circuit</w:t>
      </w:r>
      <w:r w:rsidRPr="00CD172A">
        <w:t xml:space="preserve"> </w:t>
      </w:r>
      <w:r w:rsidRPr="00CD172A">
        <w:rPr>
          <w:spacing w:val="-1"/>
        </w:rPr>
        <w:t>primaire</w:t>
      </w:r>
      <w:r w:rsidRPr="00CD172A">
        <w:rPr>
          <w:spacing w:val="-2"/>
        </w:rPr>
        <w:t xml:space="preserve"> </w:t>
      </w:r>
      <w:r w:rsidRPr="00CD172A">
        <w:t>du</w:t>
      </w:r>
      <w:r w:rsidRPr="00CD172A">
        <w:rPr>
          <w:spacing w:val="33"/>
        </w:rPr>
        <w:t xml:space="preserve"> </w:t>
      </w:r>
      <w:r w:rsidRPr="00CD172A">
        <w:rPr>
          <w:spacing w:val="-1"/>
        </w:rPr>
        <w:t>procédé. Ce</w:t>
      </w:r>
      <w:r w:rsidRPr="00CD172A">
        <w:t xml:space="preserve"> </w:t>
      </w:r>
      <w:r w:rsidRPr="00CD172A">
        <w:rPr>
          <w:spacing w:val="-1"/>
        </w:rPr>
        <w:t>circuit</w:t>
      </w:r>
      <w:r w:rsidRPr="00CD172A">
        <w:rPr>
          <w:spacing w:val="2"/>
        </w:rPr>
        <w:t xml:space="preserve"> </w:t>
      </w:r>
      <w:r w:rsidRPr="00CD172A">
        <w:rPr>
          <w:spacing w:val="-1"/>
        </w:rPr>
        <w:t>permet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le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 xml:space="preserve">transfert </w:t>
      </w:r>
      <w:r w:rsidRPr="00CD172A">
        <w:t>du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fluide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chauffé</w:t>
      </w:r>
      <w:r w:rsidRPr="00CD172A">
        <w:rPr>
          <w:spacing w:val="-2"/>
        </w:rPr>
        <w:t xml:space="preserve"> </w:t>
      </w:r>
      <w:r w:rsidRPr="00CD172A">
        <w:t>dans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les</w:t>
      </w:r>
      <w:r w:rsidRPr="00CD172A">
        <w:rPr>
          <w:spacing w:val="47"/>
        </w:rPr>
        <w:t xml:space="preserve"> </w:t>
      </w:r>
      <w:r w:rsidRPr="00CD172A">
        <w:rPr>
          <w:spacing w:val="-1"/>
        </w:rPr>
        <w:t>capteurs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solaires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vers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l'échangeur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solaire</w:t>
      </w:r>
      <w:r w:rsidRPr="00CD172A">
        <w:rPr>
          <w:spacing w:val="-2"/>
        </w:rPr>
        <w:t xml:space="preserve"> </w:t>
      </w:r>
      <w:r w:rsidRPr="00CD172A">
        <w:t>du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réservoir</w:t>
      </w:r>
      <w:r w:rsidRPr="00CD172A">
        <w:rPr>
          <w:spacing w:val="1"/>
        </w:rPr>
        <w:t xml:space="preserve"> </w:t>
      </w:r>
      <w:r w:rsidRPr="00CD172A">
        <w:t>de</w:t>
      </w:r>
      <w:r w:rsidRPr="00CD172A">
        <w:rPr>
          <w:spacing w:val="35"/>
        </w:rPr>
        <w:t xml:space="preserve"> </w:t>
      </w:r>
      <w:r w:rsidRPr="00CD172A">
        <w:rPr>
          <w:spacing w:val="-1"/>
        </w:rPr>
        <w:t>stockage</w:t>
      </w:r>
      <w:r>
        <w:rPr>
          <w:spacing w:val="-1"/>
        </w:rPr>
        <w:t> </w:t>
      </w:r>
      <w:r>
        <w:t>;</w:t>
      </w:r>
    </w:p>
    <w:p w:rsidR="00CD172A" w:rsidRPr="00CD172A" w:rsidRDefault="00CD172A" w:rsidP="00385F26">
      <w:pPr>
        <w:widowControl w:val="0"/>
        <w:numPr>
          <w:ilvl w:val="0"/>
          <w:numId w:val="46"/>
        </w:numPr>
        <w:tabs>
          <w:tab w:val="left" w:pos="567"/>
        </w:tabs>
        <w:spacing w:after="60"/>
        <w:ind w:left="568" w:right="-1" w:hanging="284"/>
      </w:pPr>
      <w:r w:rsidRPr="00CD172A">
        <w:t>Un</w:t>
      </w:r>
      <w:r w:rsidRPr="00CD172A">
        <w:rPr>
          <w:spacing w:val="60"/>
        </w:rPr>
        <w:t xml:space="preserve"> </w:t>
      </w:r>
      <w:r w:rsidRPr="00CD172A">
        <w:rPr>
          <w:spacing w:val="-1"/>
        </w:rPr>
        <w:t>système</w:t>
      </w:r>
      <w:r w:rsidRPr="00CD172A">
        <w:rPr>
          <w:spacing w:val="60"/>
        </w:rPr>
        <w:t xml:space="preserve"> </w:t>
      </w:r>
      <w:r w:rsidRPr="00CD172A">
        <w:t>de</w:t>
      </w:r>
      <w:r w:rsidRPr="00CD172A">
        <w:rPr>
          <w:spacing w:val="60"/>
        </w:rPr>
        <w:t xml:space="preserve"> </w:t>
      </w:r>
      <w:r w:rsidRPr="00CD172A">
        <w:rPr>
          <w:spacing w:val="-1"/>
        </w:rPr>
        <w:t>régulation</w:t>
      </w:r>
      <w:r w:rsidRPr="00CD172A">
        <w:rPr>
          <w:spacing w:val="60"/>
        </w:rPr>
        <w:t xml:space="preserve"> </w:t>
      </w:r>
      <w:r w:rsidRPr="00CD172A">
        <w:rPr>
          <w:spacing w:val="-1"/>
        </w:rPr>
        <w:t>gérant</w:t>
      </w:r>
      <w:r w:rsidRPr="00CD172A">
        <w:t xml:space="preserve"> </w:t>
      </w:r>
      <w:r w:rsidRPr="00CD172A">
        <w:rPr>
          <w:spacing w:val="-1"/>
        </w:rPr>
        <w:t>les</w:t>
      </w:r>
      <w:r w:rsidRPr="00CD172A">
        <w:rPr>
          <w:spacing w:val="58"/>
        </w:rPr>
        <w:t xml:space="preserve"> </w:t>
      </w:r>
      <w:r w:rsidRPr="00CD172A">
        <w:rPr>
          <w:spacing w:val="-1"/>
        </w:rPr>
        <w:t>fonctions</w:t>
      </w:r>
      <w:r w:rsidRPr="00CD172A">
        <w:t xml:space="preserve"> </w:t>
      </w:r>
      <w:r w:rsidRPr="00CD172A">
        <w:rPr>
          <w:spacing w:val="-1"/>
        </w:rPr>
        <w:t>chauffage</w:t>
      </w:r>
      <w:r w:rsidRPr="00CD172A">
        <w:rPr>
          <w:spacing w:val="60"/>
        </w:rPr>
        <w:t xml:space="preserve"> </w:t>
      </w:r>
      <w:r w:rsidRPr="00CD172A">
        <w:t>de</w:t>
      </w:r>
      <w:r w:rsidRPr="00CD172A">
        <w:rPr>
          <w:spacing w:val="23"/>
        </w:rPr>
        <w:t xml:space="preserve"> </w:t>
      </w:r>
      <w:r w:rsidRPr="00CD172A">
        <w:rPr>
          <w:spacing w:val="-1"/>
        </w:rPr>
        <w:t>l'eau</w:t>
      </w:r>
      <w:r w:rsidRPr="00CD172A">
        <w:t xml:space="preserve"> </w:t>
      </w:r>
      <w:r w:rsidRPr="00CD172A">
        <w:rPr>
          <w:spacing w:val="-1"/>
        </w:rPr>
        <w:t>chaude</w:t>
      </w:r>
      <w:r w:rsidRPr="00CD172A">
        <w:rPr>
          <w:spacing w:val="-2"/>
        </w:rPr>
        <w:t xml:space="preserve"> </w:t>
      </w:r>
      <w:r w:rsidRPr="00CD172A">
        <w:rPr>
          <w:spacing w:val="-1"/>
        </w:rPr>
        <w:t>sanitaire</w:t>
      </w:r>
      <w:r w:rsidRPr="00CD172A">
        <w:rPr>
          <w:spacing w:val="-2"/>
        </w:rPr>
        <w:t xml:space="preserve"> par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l'énergie</w:t>
      </w:r>
      <w:r w:rsidRPr="00CD172A">
        <w:t xml:space="preserve"> </w:t>
      </w:r>
      <w:r w:rsidRPr="00CD172A">
        <w:rPr>
          <w:spacing w:val="-1"/>
        </w:rPr>
        <w:t>solaire</w:t>
      </w:r>
      <w:r w:rsidRPr="00CD172A">
        <w:t xml:space="preserve"> </w:t>
      </w:r>
      <w:r w:rsidRPr="00CD172A">
        <w:rPr>
          <w:spacing w:val="-2"/>
        </w:rPr>
        <w:t>et</w:t>
      </w:r>
      <w:r w:rsidRPr="00CD172A">
        <w:rPr>
          <w:spacing w:val="2"/>
        </w:rPr>
        <w:t xml:space="preserve"> </w:t>
      </w:r>
      <w:r w:rsidRPr="00CD172A">
        <w:rPr>
          <w:spacing w:val="-2"/>
        </w:rPr>
        <w:t>par</w:t>
      </w:r>
      <w:r w:rsidRPr="00CD172A">
        <w:rPr>
          <w:spacing w:val="1"/>
        </w:rPr>
        <w:t xml:space="preserve"> </w:t>
      </w:r>
      <w:r w:rsidRPr="00CD172A">
        <w:rPr>
          <w:spacing w:val="-1"/>
        </w:rPr>
        <w:t>l'appoint</w:t>
      </w:r>
      <w:r>
        <w:rPr>
          <w:spacing w:val="-1"/>
        </w:rPr>
        <w:t>.</w:t>
      </w:r>
    </w:p>
    <w:p w:rsidR="00CD172A" w:rsidRPr="00CD172A" w:rsidRDefault="00CD172A" w:rsidP="00061FB7"/>
    <w:p w:rsidR="00942DCF" w:rsidRPr="00076231" w:rsidRDefault="00076231" w:rsidP="00076231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076231">
        <w:rPr>
          <w:rFonts w:ascii="Times New Roman" w:hAnsi="Times New Roman" w:cs="Times New Roman"/>
          <w:b w:val="0"/>
          <w:color w:val="000000"/>
        </w:rPr>
        <w:t xml:space="preserve">À partir du </w:t>
      </w:r>
      <w:r>
        <w:rPr>
          <w:rFonts w:ascii="Times New Roman" w:hAnsi="Times New Roman" w:cs="Times New Roman"/>
          <w:b w:val="0"/>
          <w:color w:val="000000"/>
        </w:rPr>
        <w:t>« </w:t>
      </w:r>
      <w:r w:rsidRPr="00076231">
        <w:rPr>
          <w:rFonts w:ascii="Times New Roman" w:hAnsi="Times New Roman" w:cs="Times New Roman"/>
          <w:b w:val="0"/>
          <w:color w:val="000000"/>
        </w:rPr>
        <w:t>schéma d’installation</w:t>
      </w:r>
      <w:r>
        <w:rPr>
          <w:rFonts w:ascii="Times New Roman" w:hAnsi="Times New Roman" w:cs="Times New Roman"/>
          <w:b w:val="0"/>
          <w:color w:val="000000"/>
        </w:rPr>
        <w:t> »</w:t>
      </w:r>
      <w:r w:rsidRPr="00076231">
        <w:rPr>
          <w:rFonts w:ascii="Times New Roman" w:hAnsi="Times New Roman" w:cs="Times New Roman"/>
          <w:b w:val="0"/>
          <w:color w:val="000000"/>
        </w:rPr>
        <w:t xml:space="preserve"> fourni document DT</w:t>
      </w:r>
      <w:r>
        <w:rPr>
          <w:rFonts w:ascii="Times New Roman" w:hAnsi="Times New Roman" w:cs="Times New Roman"/>
          <w:b w:val="0"/>
          <w:color w:val="000000"/>
        </w:rPr>
        <w:t xml:space="preserve"> 1</w:t>
      </w:r>
      <w:r w:rsidRPr="00076231">
        <w:rPr>
          <w:rFonts w:ascii="Times New Roman" w:hAnsi="Times New Roman" w:cs="Times New Roman"/>
          <w:b w:val="0"/>
          <w:color w:val="000000"/>
        </w:rPr>
        <w:t>, renseigne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076231">
        <w:rPr>
          <w:rFonts w:ascii="Times New Roman" w:hAnsi="Times New Roman" w:cs="Times New Roman"/>
          <w:b w:val="0"/>
          <w:color w:val="000000"/>
        </w:rPr>
        <w:t xml:space="preserve"> les</w:t>
      </w:r>
      <w:r>
        <w:rPr>
          <w:rFonts w:ascii="Times New Roman" w:hAnsi="Times New Roman" w:cs="Times New Roman"/>
          <w:b w:val="0"/>
          <w:color w:val="000000"/>
        </w:rPr>
        <w:t xml:space="preserve"> « </w:t>
      </w:r>
      <w:r w:rsidRPr="00076231">
        <w:rPr>
          <w:rFonts w:ascii="Times New Roman" w:hAnsi="Times New Roman" w:cs="Times New Roman"/>
          <w:b w:val="0"/>
          <w:color w:val="000000"/>
        </w:rPr>
        <w:t>blocks</w:t>
      </w:r>
      <w:r>
        <w:rPr>
          <w:rFonts w:ascii="Times New Roman" w:hAnsi="Times New Roman" w:cs="Times New Roman"/>
          <w:b w:val="0"/>
          <w:color w:val="000000"/>
        </w:rPr>
        <w:t> »</w:t>
      </w:r>
      <w:r w:rsidRPr="00076231">
        <w:rPr>
          <w:rFonts w:ascii="Times New Roman" w:hAnsi="Times New Roman" w:cs="Times New Roman"/>
          <w:b w:val="0"/>
          <w:color w:val="000000"/>
        </w:rPr>
        <w:t xml:space="preserve"> du diagramme d’exigences représenté sur le document DR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076231">
        <w:rPr>
          <w:rFonts w:ascii="Times New Roman" w:hAnsi="Times New Roman" w:cs="Times New Roman"/>
          <w:b w:val="0"/>
          <w:color w:val="000000"/>
        </w:rPr>
        <w:t>1, avec les noms des composants de l’installation</w:t>
      </w:r>
      <w:r w:rsidR="00084ECD" w:rsidRPr="00076231">
        <w:rPr>
          <w:rFonts w:ascii="Times New Roman" w:hAnsi="Times New Roman" w:cs="Times New Roman"/>
          <w:b w:val="0"/>
          <w:color w:val="000000"/>
        </w:rPr>
        <w:t>.</w:t>
      </w:r>
    </w:p>
    <w:p w:rsidR="00084ECD" w:rsidRPr="00DC14BE" w:rsidRDefault="00076231" w:rsidP="001B1318">
      <w:pPr>
        <w:ind w:left="567"/>
      </w:pPr>
      <w:r>
        <w:t>Voir DR</w:t>
      </w:r>
      <w:r w:rsidR="00084ECD">
        <w:t xml:space="preserve"> </w:t>
      </w:r>
      <w:r>
        <w:t>1</w:t>
      </w:r>
    </w:p>
    <w:p w:rsidR="00680325" w:rsidRDefault="00680325" w:rsidP="00680325"/>
    <w:p w:rsidR="00CE2087" w:rsidRPr="00084ECD" w:rsidRDefault="005E24A7" w:rsidP="005E24A7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5E24A7">
        <w:rPr>
          <w:rFonts w:ascii="Times New Roman" w:hAnsi="Times New Roman" w:cs="Times New Roman"/>
          <w:b w:val="0"/>
          <w:color w:val="000000"/>
        </w:rPr>
        <w:t>Sur le schéma fluidique DR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5E24A7">
        <w:rPr>
          <w:rFonts w:ascii="Times New Roman" w:hAnsi="Times New Roman" w:cs="Times New Roman"/>
          <w:b w:val="0"/>
          <w:color w:val="000000"/>
        </w:rPr>
        <w:t>2, repére</w:t>
      </w:r>
      <w:r w:rsidR="00C4462A">
        <w:rPr>
          <w:rFonts w:ascii="Times New Roman" w:hAnsi="Times New Roman" w:cs="Times New Roman"/>
          <w:b w:val="0"/>
          <w:color w:val="000000"/>
        </w:rPr>
        <w:t>z</w:t>
      </w:r>
      <w:r w:rsidRPr="005E24A7">
        <w:rPr>
          <w:rFonts w:ascii="Times New Roman" w:hAnsi="Times New Roman" w:cs="Times New Roman"/>
          <w:b w:val="0"/>
          <w:color w:val="000000"/>
        </w:rPr>
        <w:t xml:space="preserve"> ces différents composants</w:t>
      </w:r>
      <w:r w:rsidR="002B5C1B" w:rsidRPr="002B5C1B">
        <w:rPr>
          <w:rFonts w:ascii="Times New Roman" w:hAnsi="Times New Roman" w:cs="Times New Roman"/>
          <w:b w:val="0"/>
          <w:color w:val="000000"/>
        </w:rPr>
        <w:t xml:space="preserve"> </w:t>
      </w:r>
      <w:r w:rsidR="002B5C1B" w:rsidRPr="00076231">
        <w:rPr>
          <w:rFonts w:ascii="Times New Roman" w:hAnsi="Times New Roman" w:cs="Times New Roman"/>
          <w:b w:val="0"/>
          <w:color w:val="000000"/>
        </w:rPr>
        <w:t>de l’installation</w:t>
      </w:r>
      <w:r w:rsidR="00084ECD">
        <w:rPr>
          <w:rFonts w:ascii="Times New Roman" w:hAnsi="Times New Roman" w:cs="Times New Roman"/>
          <w:b w:val="0"/>
          <w:color w:val="000000"/>
        </w:rPr>
        <w:t>.</w:t>
      </w:r>
    </w:p>
    <w:p w:rsidR="00466FB5" w:rsidRPr="00C4462A" w:rsidRDefault="002B5C1B" w:rsidP="00466FB5">
      <w:pPr>
        <w:pStyle w:val="Paragraphedeliste"/>
        <w:numPr>
          <w:ilvl w:val="0"/>
          <w:numId w:val="44"/>
        </w:numPr>
        <w:spacing w:after="60"/>
        <w:ind w:left="1281" w:hanging="357"/>
        <w:contextualSpacing w:val="0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Repassez en </w:t>
      </w:r>
      <w:r w:rsidR="00B46543">
        <w:rPr>
          <w:rFonts w:ascii="Times New Roman" w:hAnsi="Times New Roman" w:cs="Times New Roman"/>
          <w:b w:val="0"/>
          <w:color w:val="000000" w:themeColor="text1"/>
        </w:rPr>
        <w:t xml:space="preserve">bleu </w:t>
      </w:r>
      <w:r>
        <w:rPr>
          <w:rFonts w:ascii="Times New Roman" w:hAnsi="Times New Roman" w:cs="Times New Roman"/>
          <w:b w:val="0"/>
          <w:color w:val="000000" w:themeColor="text1"/>
        </w:rPr>
        <w:t>le circuit de fluide caloporteur (eau glycolée)</w:t>
      </w:r>
    </w:p>
    <w:p w:rsidR="002B5C1B" w:rsidRDefault="002B5C1B" w:rsidP="002B5C1B">
      <w:pPr>
        <w:pStyle w:val="Paragraphedeliste"/>
        <w:numPr>
          <w:ilvl w:val="0"/>
          <w:numId w:val="44"/>
        </w:numPr>
        <w:spacing w:after="60"/>
        <w:ind w:left="1281" w:hanging="357"/>
        <w:contextualSpacing w:val="0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Repassez en</w:t>
      </w:r>
      <w:r w:rsidRPr="00C4462A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B46543">
        <w:rPr>
          <w:rFonts w:ascii="Times New Roman" w:hAnsi="Times New Roman" w:cs="Times New Roman"/>
          <w:b w:val="0"/>
          <w:color w:val="000000" w:themeColor="text1"/>
        </w:rPr>
        <w:t xml:space="preserve">vert </w:t>
      </w:r>
      <w:r>
        <w:rPr>
          <w:rFonts w:ascii="Times New Roman" w:hAnsi="Times New Roman" w:cs="Times New Roman"/>
          <w:b w:val="0"/>
          <w:color w:val="000000" w:themeColor="text1"/>
        </w:rPr>
        <w:t>le circuit d’eau chaude sanitaire</w:t>
      </w:r>
    </w:p>
    <w:p w:rsidR="002B5C1B" w:rsidRDefault="002B5C1B" w:rsidP="002B5C1B">
      <w:pPr>
        <w:pStyle w:val="Paragraphedeliste"/>
        <w:numPr>
          <w:ilvl w:val="0"/>
          <w:numId w:val="44"/>
        </w:numPr>
        <w:spacing w:after="60"/>
        <w:ind w:left="1281" w:hanging="357"/>
        <w:contextualSpacing w:val="0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 w:themeColor="text1"/>
        </w:rPr>
        <w:t>Repassez en</w:t>
      </w:r>
      <w:r w:rsidRPr="00C4462A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B46543">
        <w:rPr>
          <w:rFonts w:ascii="Times New Roman" w:hAnsi="Times New Roman" w:cs="Times New Roman"/>
          <w:b w:val="0"/>
          <w:color w:val="000000" w:themeColor="text1"/>
        </w:rPr>
        <w:t xml:space="preserve">rouge </w:t>
      </w:r>
      <w:r>
        <w:rPr>
          <w:rFonts w:ascii="Times New Roman" w:hAnsi="Times New Roman" w:cs="Times New Roman"/>
          <w:b w:val="0"/>
          <w:color w:val="000000" w:themeColor="text1"/>
        </w:rPr>
        <w:t>le circuit d’eau froide sanitaire</w:t>
      </w:r>
    </w:p>
    <w:p w:rsidR="00466FB5" w:rsidRPr="00466FB5" w:rsidRDefault="00466FB5" w:rsidP="00466FB5"/>
    <w:p w:rsidR="00680325" w:rsidRPr="00466FB5" w:rsidRDefault="00D0003A" w:rsidP="00D0003A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D0003A">
        <w:rPr>
          <w:rFonts w:ascii="Times New Roman" w:hAnsi="Times New Roman" w:cs="Times New Roman"/>
          <w:b w:val="0"/>
          <w:color w:val="000000"/>
        </w:rPr>
        <w:t>Cite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D0003A">
        <w:rPr>
          <w:rFonts w:ascii="Times New Roman" w:hAnsi="Times New Roman" w:cs="Times New Roman"/>
          <w:b w:val="0"/>
          <w:color w:val="000000"/>
        </w:rPr>
        <w:t xml:space="preserve"> les deux composants assurant un transfert thermique au sein de ce système (exemple</w:t>
      </w:r>
      <w:r>
        <w:rPr>
          <w:rFonts w:ascii="Times New Roman" w:hAnsi="Times New Roman" w:cs="Times New Roman"/>
          <w:b w:val="0"/>
          <w:color w:val="000000"/>
        </w:rPr>
        <w:t> :</w:t>
      </w:r>
      <w:r w:rsidRPr="00D0003A">
        <w:rPr>
          <w:rFonts w:ascii="Times New Roman" w:hAnsi="Times New Roman" w:cs="Times New Roman"/>
          <w:b w:val="0"/>
          <w:color w:val="000000"/>
        </w:rPr>
        <w:t xml:space="preserve"> résistance électrique d’appoint permettant le transfert de l’énergie électrique en énergie calorifique).</w:t>
      </w:r>
    </w:p>
    <w:p w:rsidR="00680325" w:rsidRDefault="00680325" w:rsidP="001B1318">
      <w:pPr>
        <w:tabs>
          <w:tab w:val="left" w:pos="2835"/>
        </w:tabs>
        <w:spacing w:after="60"/>
        <w:ind w:left="567"/>
        <w:rPr>
          <w:b/>
          <w:color w:val="FF0000"/>
        </w:rPr>
      </w:pPr>
    </w:p>
    <w:p w:rsidR="001B1318" w:rsidRDefault="001B1318" w:rsidP="001B1318">
      <w:pPr>
        <w:tabs>
          <w:tab w:val="left" w:pos="2835"/>
        </w:tabs>
        <w:spacing w:after="60"/>
        <w:ind w:left="567"/>
        <w:rPr>
          <w:b/>
          <w:color w:val="FF0000"/>
        </w:rPr>
      </w:pPr>
    </w:p>
    <w:p w:rsidR="001B1318" w:rsidRDefault="001B1318" w:rsidP="001B1318">
      <w:pPr>
        <w:tabs>
          <w:tab w:val="left" w:pos="2835"/>
        </w:tabs>
        <w:spacing w:after="60"/>
        <w:ind w:left="567"/>
        <w:rPr>
          <w:b/>
          <w:color w:val="FF0000"/>
        </w:rPr>
      </w:pPr>
    </w:p>
    <w:p w:rsidR="00385F26" w:rsidRDefault="00385F26" w:rsidP="00680325"/>
    <w:p w:rsidR="00A8282C" w:rsidRDefault="00385F26" w:rsidP="00A748C0">
      <w:pPr>
        <w:pStyle w:val="Normal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1936115</wp:posOffset>
                </wp:positionH>
                <wp:positionV relativeFrom="paragraph">
                  <wp:posOffset>373169</wp:posOffset>
                </wp:positionV>
                <wp:extent cx="4737100" cy="863600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7100" cy="86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C0985" w:rsidRPr="001D1D4A" w:rsidRDefault="009C0985" w:rsidP="00385F26">
                            <w:pPr>
                              <w:spacing w:after="60" w:line="258" w:lineRule="exact"/>
                              <w:ind w:left="142" w:right="78"/>
                              <w:rPr>
                                <w:rFonts w:eastAsia="Arial"/>
                                <w:sz w:val="20"/>
                                <w:szCs w:val="20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oMath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 :</w:t>
                            </w:r>
                            <w:r w:rsidRPr="001D1D4A">
                              <w:rPr>
                                <w:rFonts w:eastAsia="Arial"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énergie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solaire</w:t>
                            </w:r>
                            <w:r w:rsidRPr="001D1D4A">
                              <w:rPr>
                                <w:rFonts w:eastAsia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reçue</w:t>
                            </w:r>
                            <w:r w:rsidRPr="001D1D4A">
                              <w:rPr>
                                <w:rFonts w:eastAsia="Arial"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>en France</w:t>
                            </w:r>
                            <w:r w:rsidRPr="001D1D4A">
                              <w:rPr>
                                <w:rFonts w:eastAsia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par 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>en</w:t>
                            </w:r>
                            <w:r w:rsidRPr="001D1D4A">
                              <w:rPr>
                                <w:rFonts w:eastAsia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fonction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 xml:space="preserve"> de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la</w:t>
                            </w:r>
                            <w:r w:rsidRPr="001D1D4A">
                              <w:rPr>
                                <w:rFonts w:eastAsia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localisation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2"/>
                                <w:sz w:val="20"/>
                                <w:szCs w:val="20"/>
                              </w:rPr>
                              <w:t>de</w:t>
                            </w:r>
                            <w:r w:rsidRPr="001D1D4A">
                              <w:rPr>
                                <w:rFonts w:eastAsia="Arial"/>
                                <w:spacing w:val="37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l’installation 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 xml:space="preserve">(en 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kWh</w:t>
                            </w:r>
                            <w:r>
                              <w:rPr>
                                <w:rFonts w:eastAsia="Arial"/>
                                <w:spacing w:val="-7"/>
                                <w:sz w:val="20"/>
                                <w:szCs w:val="20"/>
                              </w:rPr>
                              <w:t>.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  <w:vertAlign w:val="superscript"/>
                              </w:rPr>
                              <w:t>-</w:t>
                            </w:r>
                            <w:proofErr w:type="gramStart"/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>j</w:t>
                            </w:r>
                            <w:proofErr w:type="gramEnd"/>
                            <w:r w:rsidRPr="001D1D4A">
                              <w:rPr>
                                <w:rFonts w:eastAsia="Arial"/>
                                <w:sz w:val="20"/>
                                <w:szCs w:val="20"/>
                              </w:rPr>
                              <w:t>).</w:t>
                            </w:r>
                          </w:p>
                          <w:p w:rsidR="009C0985" w:rsidRPr="001D1D4A" w:rsidRDefault="005014E2" w:rsidP="00385F26">
                            <w:pPr>
                              <w:spacing w:after="60" w:line="258" w:lineRule="exact"/>
                              <w:ind w:left="142" w:right="78"/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</w:pP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sub>
                              </m:sSub>
                            </m:oMath>
                            <w:r w:rsidR="009C0985">
                              <w:rPr>
                                <w:spacing w:val="-2"/>
                                <w:sz w:val="20"/>
                                <w:szCs w:val="20"/>
                              </w:rPr>
                              <w:t> </w:t>
                            </w:r>
                            <w:r w:rsidR="009C0985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="009C0985" w:rsidRPr="001D1D4A"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C0985"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facteur de correction du fluide caloporteur</w:t>
                            </w:r>
                            <w:r w:rsidR="009C0985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c</m:t>
                                  </m:r>
                                </m:sub>
                              </m:sSub>
                              <m:r>
                                <w:rPr>
                                  <w:rFonts w:ascii="Cambria Math" w:eastAsia="Arial" w:hAnsi="Cambria Math"/>
                                  <w:spacing w:val="-1"/>
                                  <w:sz w:val="20"/>
                                  <w:szCs w:val="20"/>
                                </w:rPr>
                                <m:t>=0,88</m:t>
                              </m:r>
                            </m:oMath>
                            <w:r w:rsidR="009C0985"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C0985" w:rsidRPr="001D1D4A" w:rsidRDefault="009C0985" w:rsidP="00385F26">
                            <w:pPr>
                              <w:spacing w:line="258" w:lineRule="exact"/>
                              <w:ind w:left="142" w:right="78"/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</w:pP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Les coefficients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,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0</m:t>
                                  </m:r>
                                </m:sub>
                              </m:sSub>
                            </m:oMath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 sont à trouver dans le document technique DT</w:t>
                            </w:r>
                            <w:r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 xml:space="preserve"> 1</w:t>
                            </w:r>
                            <w:r w:rsidRPr="001D1D4A">
                              <w:rPr>
                                <w:rFonts w:eastAsia="Arial"/>
                                <w:spacing w:val="-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26" type="#_x0000_t202" style="position:absolute;left:0;text-align:left;margin-left:152.45pt;margin-top:29.4pt;width:373pt;height:6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" filled="f" stroked="f" strokeweight=".5pt">
                <v:textbox>
                  <w:txbxContent>
                    <w:p w:rsidR="009C0985" w:rsidRPr="001D1D4A" w:rsidRDefault="009C0985" w:rsidP="00385F26">
                      <w:pPr>
                        <w:spacing w:after="60" w:line="258" w:lineRule="exact"/>
                        <w:ind w:left="142" w:right="78"/>
                        <w:rPr>
                          <w:rFonts w:eastAsia="Arial"/>
                          <w:sz w:val="20"/>
                          <w:szCs w:val="20"/>
                        </w:rPr>
                      </w:pPr>
                      <m:oMath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oMath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 :</w:t>
                      </w:r>
                      <w:r w:rsidRPr="001D1D4A">
                        <w:rPr>
                          <w:rFonts w:eastAsia="Arial"/>
                          <w:spacing w:val="2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énergie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solaire</w:t>
                      </w:r>
                      <w:r w:rsidRPr="001D1D4A">
                        <w:rPr>
                          <w:rFonts w:eastAsia="Arial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reçue</w:t>
                      </w:r>
                      <w:r w:rsidRPr="001D1D4A">
                        <w:rPr>
                          <w:rFonts w:eastAsia="Arial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>en France</w:t>
                      </w:r>
                      <w:r w:rsidRPr="001D1D4A">
                        <w:rPr>
                          <w:rFonts w:eastAsia="Arial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par 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  <w:vertAlign w:val="superscript"/>
                        </w:rPr>
                        <w:t>2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>en</w:t>
                      </w:r>
                      <w:r w:rsidRPr="001D1D4A">
                        <w:rPr>
                          <w:rFonts w:eastAsia="Arial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fonction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 xml:space="preserve"> de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la</w:t>
                      </w:r>
                      <w:r w:rsidRPr="001D1D4A">
                        <w:rPr>
                          <w:rFonts w:eastAsia="Arial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localisation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2"/>
                          <w:sz w:val="20"/>
                          <w:szCs w:val="20"/>
                        </w:rPr>
                        <w:t>de</w:t>
                      </w:r>
                      <w:r w:rsidRPr="001D1D4A">
                        <w:rPr>
                          <w:rFonts w:eastAsia="Arial"/>
                          <w:spacing w:val="37"/>
                          <w:sz w:val="20"/>
                          <w:szCs w:val="20"/>
                        </w:rPr>
                        <w:t xml:space="preserve">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l’installation 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 xml:space="preserve">(en 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kWh</w:t>
                      </w:r>
                      <w:r>
                        <w:rPr>
                          <w:rFonts w:eastAsia="Arial"/>
                          <w:spacing w:val="-7"/>
                          <w:sz w:val="20"/>
                          <w:szCs w:val="20"/>
                        </w:rPr>
                        <w:t>.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m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  <w:vertAlign w:val="superscript"/>
                        </w:rPr>
                        <w:t>-2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.</w:t>
                      </w:r>
                      <w:r w:rsidRPr="001D1D4A">
                        <w:rPr>
                          <w:rFonts w:eastAsia="Arial"/>
                          <w:sz w:val="20"/>
                          <w:szCs w:val="20"/>
                        </w:rPr>
                        <w:t>j).</w:t>
                      </w:r>
                    </w:p>
                    <w:p w:rsidR="009C0985" w:rsidRPr="001D1D4A" w:rsidRDefault="00932973" w:rsidP="00385F26">
                      <w:pPr>
                        <w:spacing w:after="60" w:line="258" w:lineRule="exact"/>
                        <w:ind w:left="142" w:right="78"/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</w:p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sub>
                        </m:sSub>
                      </m:oMath>
                      <w:r w:rsidR="009C0985">
                        <w:rPr>
                          <w:spacing w:val="-2"/>
                          <w:sz w:val="20"/>
                          <w:szCs w:val="20"/>
                        </w:rPr>
                        <w:t> </w:t>
                      </w:r>
                      <w:r w:rsidR="009C0985">
                        <w:rPr>
                          <w:sz w:val="20"/>
                          <w:szCs w:val="20"/>
                        </w:rPr>
                        <w:t>:</w:t>
                      </w:r>
                      <w:r w:rsidR="009C0985" w:rsidRPr="001D1D4A">
                        <w:rPr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="009C0985"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facteur de correction du fluide caloporteur</w:t>
                      </w:r>
                      <w:r w:rsidR="009C0985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sub>
                        </m:sSub>
                        <m:r>
                          <w:rPr>
                            <w:rFonts w:ascii="Cambria Math" w:eastAsia="Arial" w:hAnsi="Cambria Math"/>
                            <w:spacing w:val="-1"/>
                            <w:sz w:val="20"/>
                            <w:szCs w:val="20"/>
                          </w:rPr>
                          <m:t>=0,</m:t>
                        </m:r>
                        <m:r>
                          <w:rPr>
                            <w:rFonts w:ascii="Cambria Math" w:eastAsia="Arial" w:hAnsi="Cambria Math"/>
                            <w:spacing w:val="-1"/>
                            <w:sz w:val="20"/>
                            <w:szCs w:val="20"/>
                          </w:rPr>
                          <m:t>88</m:t>
                        </m:r>
                      </m:oMath>
                      <w:r w:rsidR="009C0985"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.</w:t>
                      </w:r>
                    </w:p>
                    <w:p w:rsidR="009C0985" w:rsidRPr="001D1D4A" w:rsidRDefault="009C0985" w:rsidP="00385F26">
                      <w:pPr>
                        <w:spacing w:line="258" w:lineRule="exact"/>
                        <w:ind w:left="142" w:right="78"/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</w:pP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Les coefficients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i</m:t>
                            </m:r>
                          </m:sub>
                        </m:sSub>
                      </m:oMath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,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0</m:t>
                            </m:r>
                          </m:sub>
                        </m:sSub>
                      </m:oMath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 sont à trouver dans le document technique DT</w:t>
                      </w:r>
                      <w:r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 xml:space="preserve"> 1</w:t>
                      </w:r>
                      <w:r w:rsidRPr="001D1D4A">
                        <w:rPr>
                          <w:rFonts w:eastAsia="Arial"/>
                          <w:spacing w:val="-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8282C">
        <w:t>L’énergie solaire disponible pour le panneau est fonction de l’énergie solaire reçue, d</w:t>
      </w:r>
      <w:r w:rsidR="00DE5B22">
        <w:t>e</w:t>
      </w:r>
      <w:r w:rsidR="00A8282C">
        <w:t xml:space="preserve"> facteur</w:t>
      </w:r>
      <w:r w:rsidR="00DE5B22">
        <w:t>s</w:t>
      </w:r>
      <w:r w:rsidR="00A8282C">
        <w:t xml:space="preserve"> de correction, de l’inclinaison du toit et de son orientation par rapport au sud.</w:t>
      </w:r>
      <w:r w:rsidR="00A748C0">
        <w:t xml:space="preserve"> Elle est obtenue avec la relation :</w:t>
      </w:r>
    </w:p>
    <w:p w:rsidR="001B1318" w:rsidRDefault="001B1318" w:rsidP="00A8282C">
      <w:pPr>
        <w:ind w:left="567"/>
        <w:rPr>
          <w:rFonts w:eastAsia="Times New Roman"/>
          <w:b/>
        </w:rPr>
      </w:pPr>
    </w:p>
    <w:p w:rsidR="00A8282C" w:rsidRPr="00385F26" w:rsidRDefault="005014E2" w:rsidP="00A8282C">
      <w:pPr>
        <w:ind w:left="567"/>
        <w:rPr>
          <w:b/>
        </w:rPr>
      </w:pP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 xml:space="preserve"> . E .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.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</w:rPr>
          <m:t xml:space="preserve"> . </m:t>
        </m:r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</m:oMath>
      <w:r w:rsidR="00A748C0" w:rsidRPr="00385F26">
        <w:rPr>
          <w:rFonts w:eastAsiaTheme="minorEastAsia"/>
          <w:b/>
        </w:rPr>
        <w:t xml:space="preserve"> </w:t>
      </w:r>
    </w:p>
    <w:p w:rsidR="00385F26" w:rsidRDefault="00385F26" w:rsidP="00680325"/>
    <w:p w:rsidR="00385F26" w:rsidRDefault="00385F26" w:rsidP="00680325"/>
    <w:p w:rsidR="008C3E0A" w:rsidRDefault="00385F26" w:rsidP="0026272F">
      <w:pPr>
        <w:pStyle w:val="Normal1"/>
      </w:pPr>
      <w:r>
        <w:t>L’orientation de l’installation du panneau solaire est donnée</w:t>
      </w:r>
      <w:r w:rsidR="00577387">
        <w:t xml:space="preserve"> sur la figure ci-dessous.</w:t>
      </w:r>
    </w:p>
    <w:p w:rsidR="0005060F" w:rsidRDefault="0005060F" w:rsidP="0005060F">
      <w:pPr>
        <w:jc w:val="center"/>
      </w:pPr>
      <w:r>
        <w:rPr>
          <w:noProof/>
          <w:lang w:eastAsia="fr-FR"/>
        </w:rPr>
        <mc:AlternateContent>
          <mc:Choice Requires="wpc">
            <w:drawing>
              <wp:inline distT="0" distB="0" distL="0" distR="0">
                <wp:extent cx="4239392" cy="2879725"/>
                <wp:effectExtent l="0" t="0" r="8890" b="0"/>
                <wp:docPr id="17" name="Zone de dessin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" y="0"/>
                            <a:ext cx="42037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6C01FCE" id="Zone de dessin 17" o:spid="_x0000_s1026" editas="canvas" style="width:333.8pt;height:226.75pt;mso-position-horizontal-relative:char;mso-position-vertical-relative:line" coordsize="42392,287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">
                <v:shape id="_x0000_s1027" type="#_x0000_t75" style="position:absolute;width:42392;height:28797;visibility:visible;mso-wrap-style:square">
                  <v:fill o:detectmouseclick="t"/>
                  <v:path o:connecttype="none"/>
                </v:shape>
                <v:shape id="Image 18" o:spid="_x0000_s1028" type="#_x0000_t75" style="position:absolute;width:42037;height:28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">
                  <v:imagedata r:id="rId14" o:title=""/>
                </v:shape>
                <w10:anchorlock/>
              </v:group>
            </w:pict>
          </mc:Fallback>
        </mc:AlternateContent>
      </w:r>
    </w:p>
    <w:p w:rsidR="00D366AD" w:rsidRPr="00F409A5" w:rsidRDefault="00D366AD" w:rsidP="00D366A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lastRenderedPageBreak/>
        <w:t xml:space="preserve">À l’aide du document technique DT 1, relevez la valeur </w:t>
      </w:r>
      <m:oMath>
        <m:r>
          <m:rPr>
            <m:sty m:val="bi"/>
          </m:rPr>
          <w:rPr>
            <w:rFonts w:ascii="Cambria Math" w:hAnsi="Cambria Math" w:cs="Times New Roman"/>
            <w:color w:val="000000"/>
          </w:rPr>
          <m:t>E</m:t>
        </m:r>
      </m:oMath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D366AD">
        <w:rPr>
          <w:rFonts w:ascii="Times New Roman" w:hAnsi="Times New Roman" w:cs="Times New Roman"/>
          <w:b w:val="0"/>
          <w:color w:val="000000"/>
        </w:rPr>
        <w:t>énergie solaire reçue</w:t>
      </w:r>
      <w:r>
        <w:rPr>
          <w:rFonts w:ascii="Times New Roman" w:hAnsi="Times New Roman" w:cs="Times New Roman"/>
          <w:b w:val="0"/>
          <w:color w:val="000000"/>
        </w:rPr>
        <w:t xml:space="preserve"> pour cette construction.</w:t>
      </w:r>
    </w:p>
    <w:p w:rsidR="00D366AD" w:rsidRPr="00EA5C68" w:rsidRDefault="00D366AD" w:rsidP="00D366AD">
      <w:pPr>
        <w:tabs>
          <w:tab w:val="left" w:pos="5103"/>
        </w:tabs>
        <w:spacing w:after="60"/>
        <w:ind w:left="567"/>
        <w:rPr>
          <w:b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>E </m:t>
        </m:r>
      </m:oMath>
      <w:r>
        <w:rPr>
          <w:rFonts w:eastAsiaTheme="minorEastAsia"/>
          <w:color w:val="000000" w:themeColor="text1"/>
        </w:rPr>
        <w:t xml:space="preserve">: </w:t>
      </w:r>
    </w:p>
    <w:p w:rsidR="00D366AD" w:rsidRDefault="00D366AD" w:rsidP="00680325"/>
    <w:p w:rsidR="00F409A5" w:rsidRPr="00F93C05" w:rsidRDefault="00F409A5" w:rsidP="00F31F5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 w:themeColor="text1"/>
        </w:rPr>
      </w:pPr>
      <w:r>
        <w:rPr>
          <w:rFonts w:ascii="Times New Roman" w:hAnsi="Times New Roman" w:cs="Times New Roman"/>
          <w:b w:val="0"/>
          <w:color w:val="000000"/>
        </w:rPr>
        <w:t xml:space="preserve">À l’aide du document technique DT 1, relevez les </w:t>
      </w:r>
      <w:r w:rsidRPr="00F409A5">
        <w:rPr>
          <w:rFonts w:ascii="Times New Roman" w:hAnsi="Times New Roman" w:cs="Times New Roman"/>
          <w:b w:val="0"/>
          <w:color w:val="000000" w:themeColor="text1"/>
        </w:rPr>
        <w:t xml:space="preserve">valeurs des </w:t>
      </w:r>
      <w:r w:rsidRPr="00F93C05">
        <w:rPr>
          <w:rFonts w:ascii="Times New Roman" w:hAnsi="Times New Roman" w:cs="Times New Roman"/>
          <w:b w:val="0"/>
          <w:color w:val="000000" w:themeColor="text1"/>
        </w:rPr>
        <w:t xml:space="preserve">coefficients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</w:rPr>
              <m:t>i</m:t>
            </m:r>
          </m:sub>
        </m:sSub>
      </m:oMath>
      <w:r w:rsidRPr="00F93C05">
        <w:rPr>
          <w:rFonts w:ascii="Times New Roman" w:hAnsi="Times New Roman" w:cs="Times New Roman"/>
          <w:b w:val="0"/>
          <w:color w:val="000000" w:themeColor="text1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</w:rPr>
              <m:t>f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000000" w:themeColor="text1"/>
              </w:rPr>
              <m:t>0</m:t>
            </m:r>
          </m:sub>
        </m:sSub>
      </m:oMath>
      <w:r w:rsidRPr="00F93C05">
        <w:rPr>
          <w:rFonts w:ascii="Times New Roman" w:hAnsi="Times New Roman" w:cs="Times New Roman"/>
          <w:b w:val="0"/>
          <w:color w:val="000000" w:themeColor="text1"/>
        </w:rPr>
        <w:t>.</w:t>
      </w:r>
    </w:p>
    <w:p w:rsidR="00F409A5" w:rsidRPr="00DE5B22" w:rsidRDefault="005014E2" w:rsidP="00F409A5">
      <w:pPr>
        <w:tabs>
          <w:tab w:val="left" w:pos="5103"/>
        </w:tabs>
        <w:spacing w:after="60"/>
        <w:ind w:left="567"/>
        <w:rPr>
          <w:b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i</m:t>
            </m:r>
          </m:sub>
        </m:sSub>
        <m:r>
          <m:rPr>
            <m:sty m:val="bi"/>
          </m:rPr>
          <w:rPr>
            <w:rFonts w:ascii="Cambria Math" w:hAnsi="Cambria Math"/>
            <w:color w:val="000000" w:themeColor="text1"/>
          </w:rPr>
          <m:t> </m:t>
        </m:r>
      </m:oMath>
      <w:r w:rsidR="00F409A5">
        <w:rPr>
          <w:rFonts w:eastAsiaTheme="minorEastAsia"/>
          <w:color w:val="000000" w:themeColor="text1"/>
        </w:rPr>
        <w:t xml:space="preserve">: </w:t>
      </w:r>
      <w:r w:rsidR="00F409A5">
        <w:rPr>
          <w:rFonts w:eastAsiaTheme="minorEastAsia"/>
          <w:color w:val="000000" w:themeColor="text1"/>
        </w:rPr>
        <w:tab/>
      </w:r>
      <m:oMath>
        <m:sSub>
          <m:sSubPr>
            <m:ctrlPr>
              <w:rPr>
                <w:rFonts w:ascii="Cambria Math" w:hAnsi="Cambria Math"/>
                <w:b/>
                <w:i/>
                <w:color w:val="000000" w:themeColor="text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color w:val="000000" w:themeColor="text1"/>
          </w:rPr>
          <m:t> </m:t>
        </m:r>
      </m:oMath>
      <w:r w:rsidR="00F409A5">
        <w:rPr>
          <w:rFonts w:eastAsiaTheme="minorEastAsia"/>
          <w:color w:val="000000" w:themeColor="text1"/>
        </w:rPr>
        <w:t xml:space="preserve">: </w:t>
      </w:r>
    </w:p>
    <w:p w:rsidR="00F409A5" w:rsidRDefault="00F409A5" w:rsidP="00F409A5"/>
    <w:p w:rsidR="00D366AD" w:rsidRPr="00D366AD" w:rsidRDefault="00F31F58" w:rsidP="00D366A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F31F58">
        <w:rPr>
          <w:rFonts w:ascii="Times New Roman" w:hAnsi="Times New Roman" w:cs="Times New Roman"/>
          <w:b w:val="0"/>
          <w:color w:val="000000"/>
        </w:rPr>
        <w:t xml:space="preserve">Calculez </w:t>
      </w:r>
      <w:r w:rsidR="00D366AD" w:rsidRPr="00D366AD">
        <w:rPr>
          <w:rFonts w:ascii="Times New Roman" w:hAnsi="Times New Roman" w:cs="Times New Roman"/>
          <w:b w:val="0"/>
          <w:color w:val="000000"/>
        </w:rPr>
        <w:t xml:space="preserve">l’énergie solaire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00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s</m:t>
            </m:r>
          </m:sub>
        </m:sSub>
      </m:oMath>
      <w:r w:rsidR="00F93C05">
        <w:rPr>
          <w:rFonts w:ascii="Times New Roman" w:hAnsi="Times New Roman" w:cs="Times New Roman"/>
          <w:b w:val="0"/>
          <w:color w:val="000000"/>
        </w:rPr>
        <w:t xml:space="preserve"> </w:t>
      </w:r>
      <w:r w:rsidR="00D366AD" w:rsidRPr="00D366AD">
        <w:rPr>
          <w:rFonts w:ascii="Times New Roman" w:hAnsi="Times New Roman" w:cs="Times New Roman"/>
          <w:b w:val="0"/>
          <w:color w:val="000000"/>
        </w:rPr>
        <w:t xml:space="preserve">générée par </w:t>
      </w:r>
      <w:r w:rsidR="00D366AD">
        <w:rPr>
          <w:rFonts w:ascii="Times New Roman" w:hAnsi="Times New Roman" w:cs="Times New Roman"/>
          <w:b w:val="0"/>
          <w:color w:val="000000"/>
        </w:rPr>
        <w:t xml:space="preserve">un </w:t>
      </w:r>
      <m:oMath>
        <m:sSup>
          <m:sSupPr>
            <m:ctrlPr>
              <w:rPr>
                <w:rFonts w:ascii="Cambria Math" w:hAnsi="Cambria Math" w:cs="Times New Roman"/>
                <w:b w:val="0"/>
                <w:i/>
                <w:color w:val="00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2</m:t>
            </m:r>
          </m:sup>
        </m:sSup>
      </m:oMath>
      <w:r w:rsidR="00D366AD">
        <w:rPr>
          <w:rFonts w:ascii="Times New Roman" w:hAnsi="Times New Roman" w:cs="Times New Roman"/>
          <w:b w:val="0"/>
          <w:color w:val="000000"/>
        </w:rPr>
        <w:t xml:space="preserve"> d</w:t>
      </w:r>
      <w:r w:rsidR="00577387">
        <w:rPr>
          <w:rFonts w:ascii="Times New Roman" w:hAnsi="Times New Roman" w:cs="Times New Roman"/>
          <w:b w:val="0"/>
          <w:color w:val="000000"/>
        </w:rPr>
        <w:t>’</w:t>
      </w:r>
      <w:r w:rsidR="00D366AD">
        <w:rPr>
          <w:rFonts w:ascii="Times New Roman" w:hAnsi="Times New Roman" w:cs="Times New Roman"/>
          <w:b w:val="0"/>
          <w:color w:val="000000"/>
        </w:rPr>
        <w:t>u</w:t>
      </w:r>
      <w:r w:rsidR="00577387">
        <w:rPr>
          <w:rFonts w:ascii="Times New Roman" w:hAnsi="Times New Roman" w:cs="Times New Roman"/>
          <w:b w:val="0"/>
          <w:color w:val="000000"/>
        </w:rPr>
        <w:t>n</w:t>
      </w:r>
      <w:r w:rsidR="00D366AD">
        <w:rPr>
          <w:rFonts w:ascii="Times New Roman" w:hAnsi="Times New Roman" w:cs="Times New Roman"/>
          <w:b w:val="0"/>
          <w:color w:val="000000"/>
        </w:rPr>
        <w:t xml:space="preserve"> </w:t>
      </w:r>
      <w:r w:rsidR="00F93C05">
        <w:rPr>
          <w:rFonts w:ascii="Times New Roman" w:hAnsi="Times New Roman" w:cs="Times New Roman"/>
          <w:b w:val="0"/>
          <w:color w:val="000000"/>
        </w:rPr>
        <w:t>capteur</w:t>
      </w:r>
      <w:r w:rsidR="00D366AD">
        <w:rPr>
          <w:rFonts w:ascii="Times New Roman" w:hAnsi="Times New Roman" w:cs="Times New Roman"/>
          <w:b w:val="0"/>
          <w:color w:val="000000"/>
        </w:rPr>
        <w:t xml:space="preserve"> solaire de cette construction.</w:t>
      </w:r>
    </w:p>
    <w:p w:rsidR="00F31F58" w:rsidRPr="00EA5C68" w:rsidRDefault="005014E2" w:rsidP="00EA5C68">
      <w:pPr>
        <w:tabs>
          <w:tab w:val="left" w:pos="5103"/>
        </w:tabs>
        <w:spacing w:after="60"/>
        <w:ind w:left="567"/>
        <w:rPr>
          <w:b/>
          <w:color w:val="FF0000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</m:oMath>
      <w:r w:rsidR="00EA5C68">
        <w:rPr>
          <w:rFonts w:eastAsiaTheme="minorEastAsia"/>
        </w:rPr>
        <w:t xml:space="preserve"> </w:t>
      </w:r>
    </w:p>
    <w:p w:rsidR="00577387" w:rsidRDefault="00577387" w:rsidP="00577387"/>
    <w:p w:rsidR="00577387" w:rsidRPr="00D366AD" w:rsidRDefault="00577387" w:rsidP="00577387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À l’aide du document technique DT 1, calculez la surface totale</w:t>
      </w:r>
      <w:r w:rsidR="00F93C05">
        <w:rPr>
          <w:rFonts w:ascii="Times New Roman" w:hAnsi="Times New Roman" w:cs="Times New Roman"/>
          <w:b w:val="0"/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00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S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totale</m:t>
            </m:r>
          </m:sub>
        </m:sSub>
      </m:oMath>
      <w:r>
        <w:rPr>
          <w:rFonts w:ascii="Times New Roman" w:hAnsi="Times New Roman" w:cs="Times New Roman"/>
          <w:b w:val="0"/>
          <w:color w:val="000000"/>
        </w:rPr>
        <w:t xml:space="preserve"> d’</w:t>
      </w:r>
      <w:r w:rsidRPr="00577387">
        <w:rPr>
          <w:rFonts w:ascii="Times New Roman" w:hAnsi="Times New Roman" w:cs="Times New Roman"/>
          <w:b w:val="0"/>
          <w:color w:val="000000"/>
        </w:rPr>
        <w:t>absorption</w:t>
      </w:r>
      <w:r>
        <w:rPr>
          <w:rFonts w:ascii="Times New Roman" w:hAnsi="Times New Roman" w:cs="Times New Roman"/>
          <w:b w:val="0"/>
          <w:color w:val="000000"/>
        </w:rPr>
        <w:t xml:space="preserve"> des capteurs solaires de cette construction.</w:t>
      </w:r>
    </w:p>
    <w:p w:rsidR="00577387" w:rsidRPr="00F31F58" w:rsidRDefault="00577387" w:rsidP="00F93C05">
      <w:pPr>
        <w:tabs>
          <w:tab w:val="left" w:pos="1701"/>
          <w:tab w:val="left" w:pos="3969"/>
        </w:tabs>
        <w:spacing w:after="60"/>
        <w:ind w:left="567"/>
        <w:rPr>
          <w:b/>
          <w:color w:val="FF0000"/>
        </w:rPr>
      </w:pPr>
    </w:p>
    <w:p w:rsidR="00F93C05" w:rsidRDefault="00F93C05" w:rsidP="00F93C05"/>
    <w:p w:rsidR="00F93C05" w:rsidRPr="00D366AD" w:rsidRDefault="00F93C05" w:rsidP="00F93C05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F31F58">
        <w:rPr>
          <w:rFonts w:ascii="Times New Roman" w:hAnsi="Times New Roman" w:cs="Times New Roman"/>
          <w:b w:val="0"/>
          <w:color w:val="000000"/>
        </w:rPr>
        <w:t xml:space="preserve">Calculez </w:t>
      </w:r>
      <w:r w:rsidRPr="00D366AD">
        <w:rPr>
          <w:rFonts w:ascii="Times New Roman" w:hAnsi="Times New Roman" w:cs="Times New Roman"/>
          <w:b w:val="0"/>
          <w:color w:val="000000"/>
        </w:rPr>
        <w:t xml:space="preserve">l’énergie solaire </w:t>
      </w:r>
      <w:r w:rsidRPr="00F93C05">
        <w:rPr>
          <w:rFonts w:ascii="Times New Roman" w:hAnsi="Times New Roman" w:cs="Times New Roman"/>
          <w:b w:val="0"/>
          <w:color w:val="000000"/>
        </w:rPr>
        <w:t xml:space="preserve">totale </w:t>
      </w:r>
      <m:oMath>
        <m:sSub>
          <m:sSubPr>
            <m:ctrlPr>
              <w:rPr>
                <w:rFonts w:ascii="Cambria Math" w:hAnsi="Cambria Math" w:cs="Times New Roman"/>
                <w:b w:val="0"/>
                <w:color w:val="00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s</m:t>
            </m:r>
            <m:r>
              <m:rPr>
                <m:sty m:val="b"/>
              </m:rPr>
              <w:rPr>
                <w:rFonts w:ascii="Cambria Math" w:hAnsi="Cambria Math" w:cs="Times New Roman"/>
                <w:color w:val="000000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totale</m:t>
            </m:r>
          </m:sub>
        </m:sSub>
      </m:oMath>
      <w:r w:rsidRPr="00F93C05">
        <w:rPr>
          <w:rFonts w:ascii="Times New Roman" w:hAnsi="Times New Roman" w:cs="Times New Roman"/>
          <w:b w:val="0"/>
          <w:color w:val="000000"/>
        </w:rPr>
        <w:t xml:space="preserve"> générée</w:t>
      </w:r>
      <w:r w:rsidRPr="00D366AD">
        <w:rPr>
          <w:rFonts w:ascii="Times New Roman" w:hAnsi="Times New Roman" w:cs="Times New Roman"/>
          <w:b w:val="0"/>
          <w:color w:val="000000"/>
        </w:rPr>
        <w:t xml:space="preserve"> par </w:t>
      </w:r>
      <w:r>
        <w:rPr>
          <w:rFonts w:ascii="Times New Roman" w:hAnsi="Times New Roman" w:cs="Times New Roman"/>
          <w:b w:val="0"/>
          <w:color w:val="000000"/>
        </w:rPr>
        <w:t>les capteurs solaires de cette construction.</w:t>
      </w:r>
    </w:p>
    <w:p w:rsidR="00F93C05" w:rsidRPr="00F31F58" w:rsidRDefault="00F93C05" w:rsidP="00F93C05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F93C05" w:rsidRDefault="00F93C05" w:rsidP="00F93C05"/>
    <w:p w:rsidR="00577387" w:rsidRDefault="007E5987" w:rsidP="007E5987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7E5987">
        <w:rPr>
          <w:rFonts w:ascii="Times New Roman" w:hAnsi="Times New Roman" w:cs="Times New Roman"/>
          <w:b w:val="0"/>
          <w:color w:val="000000"/>
        </w:rPr>
        <w:t xml:space="preserve">Argumentez le choix de l’orientation </w:t>
      </w:r>
      <w:r>
        <w:rPr>
          <w:rFonts w:ascii="Times New Roman" w:hAnsi="Times New Roman" w:cs="Times New Roman"/>
          <w:b w:val="0"/>
          <w:color w:val="000000"/>
        </w:rPr>
        <w:t xml:space="preserve">des capteurs solaires du </w:t>
      </w:r>
      <w:r w:rsidRPr="007E5987">
        <w:rPr>
          <w:rFonts w:ascii="Times New Roman" w:hAnsi="Times New Roman" w:cs="Times New Roman"/>
          <w:b w:val="0"/>
          <w:color w:val="000000"/>
        </w:rPr>
        <w:t>CESI</w:t>
      </w:r>
      <w:r>
        <w:rPr>
          <w:rFonts w:ascii="Times New Roman" w:hAnsi="Times New Roman" w:cs="Times New Roman"/>
          <w:b w:val="0"/>
          <w:color w:val="000000"/>
        </w:rPr>
        <w:t xml:space="preserve"> fait par l’architecte.</w:t>
      </w:r>
    </w:p>
    <w:p w:rsidR="007E5987" w:rsidRPr="007E5987" w:rsidRDefault="007E5987" w:rsidP="007E5987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577387" w:rsidRDefault="00577387" w:rsidP="00680325"/>
    <w:p w:rsidR="007E5987" w:rsidRDefault="007E5987" w:rsidP="007E5987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7E5987">
        <w:rPr>
          <w:rFonts w:ascii="Times New Roman" w:hAnsi="Times New Roman" w:cs="Times New Roman"/>
          <w:b w:val="0"/>
          <w:color w:val="000000"/>
        </w:rPr>
        <w:t xml:space="preserve">Proposez des améliorations afin d’optimiser </w:t>
      </w:r>
      <w:r>
        <w:rPr>
          <w:rFonts w:ascii="Times New Roman" w:hAnsi="Times New Roman" w:cs="Times New Roman"/>
          <w:b w:val="0"/>
          <w:color w:val="000000"/>
        </w:rPr>
        <w:t>la puissance de l’installation.</w:t>
      </w:r>
    </w:p>
    <w:p w:rsidR="007E5987" w:rsidRPr="00EA5C68" w:rsidRDefault="007E5987" w:rsidP="00EA5C6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971011" w:rsidRDefault="00971011" w:rsidP="00EA5C6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EA5C68" w:rsidRDefault="00EA5C68" w:rsidP="00EA5C6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EA5C68" w:rsidRDefault="00EA5C68" w:rsidP="00EA5C6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EA5C68" w:rsidRDefault="00EA5C68" w:rsidP="00EA5C6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EA5C68" w:rsidRPr="00EA5C68" w:rsidRDefault="00EA5C68" w:rsidP="00EA5C6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971011" w:rsidRPr="00EA5C68" w:rsidRDefault="00971011" w:rsidP="00EA5C6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971011" w:rsidRDefault="00971011" w:rsidP="00D12B58"/>
    <w:p w:rsidR="00FB0FA1" w:rsidRDefault="00FB0FA1" w:rsidP="00971011">
      <w:pPr>
        <w:pStyle w:val="Normal1"/>
        <w:rPr>
          <w:rFonts w:cs="Arial"/>
        </w:rPr>
      </w:pPr>
      <w:r w:rsidRPr="00984851">
        <w:rPr>
          <w:rFonts w:cs="Arial"/>
        </w:rPr>
        <w:t>Le CESI</w:t>
      </w:r>
      <w:r w:rsidRPr="00984851">
        <w:rPr>
          <w:rFonts w:cs="Arial"/>
          <w:spacing w:val="2"/>
        </w:rPr>
        <w:t xml:space="preserve"> </w:t>
      </w:r>
      <w:r w:rsidRPr="00984851">
        <w:rPr>
          <w:rFonts w:cs="Arial"/>
        </w:rPr>
        <w:t>étudié est</w:t>
      </w:r>
      <w:r w:rsidRPr="00984851">
        <w:rPr>
          <w:rFonts w:cs="Arial"/>
          <w:spacing w:val="2"/>
        </w:rPr>
        <w:t xml:space="preserve"> </w:t>
      </w:r>
      <w:r w:rsidRPr="00984851">
        <w:rPr>
          <w:rFonts w:cs="Arial"/>
        </w:rPr>
        <w:t>destiné aux</w:t>
      </w:r>
      <w:r w:rsidRPr="00984851">
        <w:rPr>
          <w:rFonts w:cs="Arial"/>
          <w:spacing w:val="-2"/>
        </w:rPr>
        <w:t xml:space="preserve"> </w:t>
      </w:r>
      <w:r w:rsidRPr="00984851">
        <w:rPr>
          <w:rFonts w:cs="Arial"/>
        </w:rPr>
        <w:t>besoins d’une</w:t>
      </w:r>
      <w:r w:rsidRPr="00984851">
        <w:rPr>
          <w:rFonts w:cs="Arial"/>
          <w:spacing w:val="-2"/>
        </w:rPr>
        <w:t xml:space="preserve"> </w:t>
      </w:r>
      <w:r w:rsidRPr="00984851">
        <w:rPr>
          <w:rFonts w:cs="Arial"/>
        </w:rPr>
        <w:t>f</w:t>
      </w:r>
      <w:r w:rsidRPr="00984851">
        <w:t>amille de 4 personnes</w:t>
      </w:r>
      <w:r w:rsidRPr="00984851">
        <w:rPr>
          <w:spacing w:val="-2"/>
        </w:rPr>
        <w:t xml:space="preserve"> </w:t>
      </w:r>
      <w:r w:rsidRPr="00984851">
        <w:t>habitant</w:t>
      </w:r>
      <w:r w:rsidRPr="00984851">
        <w:rPr>
          <w:spacing w:val="2"/>
        </w:rPr>
        <w:t xml:space="preserve"> </w:t>
      </w:r>
      <w:r w:rsidRPr="00984851">
        <w:t>près de</w:t>
      </w:r>
      <w:r w:rsidRPr="00984851">
        <w:rPr>
          <w:spacing w:val="35"/>
        </w:rPr>
        <w:t xml:space="preserve"> </w:t>
      </w:r>
      <w:r w:rsidRPr="00984851">
        <w:t>LYON.</w:t>
      </w:r>
      <w:r w:rsidRPr="00984851">
        <w:rPr>
          <w:spacing w:val="2"/>
        </w:rPr>
        <w:t xml:space="preserve"> </w:t>
      </w:r>
      <w:r w:rsidRPr="00984851">
        <w:t>La</w:t>
      </w:r>
      <w:r w:rsidRPr="00984851">
        <w:rPr>
          <w:spacing w:val="-2"/>
        </w:rPr>
        <w:t xml:space="preserve"> </w:t>
      </w:r>
      <w:r w:rsidRPr="00984851">
        <w:t>consommation</w:t>
      </w:r>
      <w:r w:rsidRPr="00984851">
        <w:rPr>
          <w:spacing w:val="2"/>
        </w:rPr>
        <w:t xml:space="preserve"> </w:t>
      </w:r>
      <w:r w:rsidRPr="00984851">
        <w:t>estimée</w:t>
      </w:r>
      <w:r>
        <w:t xml:space="preserve"> pour cette famille</w:t>
      </w:r>
      <w:r w:rsidRPr="00984851">
        <w:t xml:space="preserve"> est</w:t>
      </w:r>
      <w:r w:rsidRPr="00984851">
        <w:rPr>
          <w:spacing w:val="2"/>
        </w:rPr>
        <w:t xml:space="preserve"> </w:t>
      </w:r>
      <w:r w:rsidRPr="00984851">
        <w:t>de</w:t>
      </w:r>
      <w:r w:rsidRPr="00FB0FA1">
        <w:t xml:space="preserve"> </w:t>
      </w:r>
      <w:r w:rsidRPr="00FB0FA1">
        <w:rPr>
          <w:b/>
        </w:rPr>
        <w:t>1</w:t>
      </w:r>
      <w:r w:rsidR="00716B39">
        <w:rPr>
          <w:b/>
        </w:rPr>
        <w:t>25</w:t>
      </w:r>
      <w:r w:rsidRPr="00FB0FA1">
        <w:rPr>
          <w:b/>
        </w:rPr>
        <w:t xml:space="preserve"> litres</w:t>
      </w:r>
      <w:r w:rsidRPr="00FB0FA1">
        <w:t xml:space="preserve"> d’eau chaude </w:t>
      </w:r>
      <w:r w:rsidRPr="00984851">
        <w:t>sanitaire</w:t>
      </w:r>
      <w:r w:rsidRPr="00FB0FA1">
        <w:t xml:space="preserve"> </w:t>
      </w:r>
      <w:r w:rsidRPr="00FB0FA1">
        <w:rPr>
          <w:b/>
        </w:rPr>
        <w:t>par jour</w:t>
      </w:r>
      <w:r w:rsidRPr="00984851">
        <w:t xml:space="preserve">. </w:t>
      </w:r>
      <w:r>
        <w:t>La</w:t>
      </w:r>
      <w:r>
        <w:rPr>
          <w:spacing w:val="-2"/>
        </w:rPr>
        <w:t xml:space="preserve"> </w:t>
      </w:r>
      <w:r>
        <w:t>consigne</w:t>
      </w:r>
      <w:r>
        <w:rPr>
          <w:spacing w:val="55"/>
        </w:rPr>
        <w:t xml:space="preserve"> </w:t>
      </w:r>
      <w:r>
        <w:t>de température</w:t>
      </w:r>
      <w:r>
        <w:rPr>
          <w:spacing w:val="-2"/>
        </w:rPr>
        <w:t xml:space="preserve"> </w:t>
      </w:r>
      <w:r>
        <w:t xml:space="preserve">est fixée </w:t>
      </w:r>
      <w:r>
        <w:rPr>
          <w:rFonts w:cs="Arial"/>
          <w:b/>
          <w:bCs/>
        </w:rPr>
        <w:t xml:space="preserve">à 60° </w:t>
      </w:r>
      <w:r>
        <w:rPr>
          <w:rFonts w:cs="Arial"/>
          <w:b/>
          <w:bCs/>
          <w:spacing w:val="-2"/>
        </w:rPr>
        <w:t>C.</w:t>
      </w:r>
    </w:p>
    <w:p w:rsidR="00FB0FA1" w:rsidRDefault="00971011" w:rsidP="0095352B">
      <w:pPr>
        <w:pStyle w:val="Normal1"/>
      </w:pPr>
      <w:r>
        <w:t xml:space="preserve">La quantité de chaleur </w:t>
      </w:r>
      <m:oMath>
        <m:r>
          <w:rPr>
            <w:rFonts w:ascii="Cambria Math" w:hAnsi="Cambria Math"/>
          </w:rPr>
          <m:t>Q</m:t>
        </m:r>
      </m:oMath>
      <w:r>
        <w:t xml:space="preserve"> à fournir en </w:t>
      </w:r>
      <m:oMath>
        <m:r>
          <w:rPr>
            <w:rFonts w:ascii="Cambria Math" w:hAnsi="Cambria Math"/>
          </w:rPr>
          <m:t>J</m:t>
        </m:r>
      </m:oMath>
      <w:r>
        <w:t xml:space="preserve"> pour chauffer de l’eau est obtenue avec la relation :</w:t>
      </w:r>
    </w:p>
    <w:p w:rsidR="00971011" w:rsidRDefault="00971011" w:rsidP="00971011">
      <w:pPr>
        <w:tabs>
          <w:tab w:val="left" w:pos="2835"/>
        </w:tabs>
        <w:ind w:left="567"/>
        <w:rPr>
          <w:rFonts w:eastAsiaTheme="minorEastAsia"/>
        </w:rPr>
      </w:pPr>
      <w:r>
        <w:rPr>
          <w:rFonts w:eastAsiaTheme="minorEastAsia"/>
        </w:rPr>
        <w:tab/>
        <w:t xml:space="preserve">- </w:t>
      </w:r>
      <m:oMath>
        <m:r>
          <w:rPr>
            <w:rFonts w:ascii="Cambria Math" w:hAnsi="Cambria Math"/>
          </w:rPr>
          <m:t>C </m:t>
        </m:r>
      </m:oMath>
      <w:r>
        <w:rPr>
          <w:rFonts w:eastAsiaTheme="minorEastAsia"/>
        </w:rPr>
        <w:t xml:space="preserve">: chaleur massique de l’eau </w:t>
      </w:r>
      <m:oMath>
        <m:r>
          <w:rPr>
            <w:rFonts w:ascii="Cambria Math" w:eastAsiaTheme="minorEastAsia" w:hAnsi="Cambria Math"/>
          </w:rPr>
          <m:t xml:space="preserve">=4185 J .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kg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  <m:r>
          <w:rPr>
            <w:rFonts w:ascii="Cambria Math" w:eastAsiaTheme="minorEastAsia" w:hAnsi="Cambria Math"/>
          </w:rPr>
          <m:t xml:space="preserve"> .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K</m:t>
            </m:r>
          </m:e>
          <m:sup>
            <m:r>
              <w:rPr>
                <w:rFonts w:ascii="Cambria Math" w:eastAsiaTheme="minorEastAsia" w:hAnsi="Cambria Math"/>
              </w:rPr>
              <m:t>-1</m:t>
            </m:r>
          </m:sup>
        </m:sSup>
      </m:oMath>
    </w:p>
    <w:p w:rsidR="00971011" w:rsidRDefault="0095352B" w:rsidP="00971011">
      <w:pPr>
        <w:tabs>
          <w:tab w:val="left" w:pos="2835"/>
        </w:tabs>
        <w:ind w:left="567"/>
        <w:rPr>
          <w:rFonts w:eastAsiaTheme="minorEastAsia"/>
        </w:rPr>
      </w:pPr>
      <m:oMath>
        <m:r>
          <m:rPr>
            <m:sty m:val="bi"/>
          </m:rPr>
          <w:rPr>
            <w:rFonts w:ascii="Cambria Math" w:hAnsi="Cambria Math"/>
          </w:rPr>
          <m:t>Q=m . C . ∆t</m:t>
        </m:r>
      </m:oMath>
      <w:r w:rsidR="00971011">
        <w:tab/>
        <w:t xml:space="preserve">- </w:t>
      </w:r>
      <m:oMath>
        <m:r>
          <w:rPr>
            <w:rFonts w:ascii="Cambria Math" w:hAnsi="Cambria Math"/>
          </w:rPr>
          <m:t>∆t </m:t>
        </m:r>
      </m:oMath>
      <w:r>
        <w:rPr>
          <w:rFonts w:eastAsiaTheme="minorEastAsia"/>
        </w:rPr>
        <w:t xml:space="preserve">: </w:t>
      </w:r>
      <w:r w:rsidRPr="0095352B">
        <w:rPr>
          <w:rFonts w:eastAsiaTheme="minorEastAsia"/>
        </w:rPr>
        <w:t xml:space="preserve">écart de température en </w:t>
      </w:r>
      <w:r w:rsidRPr="0095352B">
        <w:rPr>
          <w:rFonts w:eastAsiaTheme="minorEastAsia"/>
          <w:i/>
        </w:rPr>
        <w:t>° Celsius</w:t>
      </w:r>
    </w:p>
    <w:p w:rsidR="0095352B" w:rsidRDefault="0095352B" w:rsidP="00971011">
      <w:pPr>
        <w:tabs>
          <w:tab w:val="left" w:pos="2835"/>
        </w:tabs>
        <w:ind w:left="567"/>
        <w:rPr>
          <w:rFonts w:eastAsiaTheme="minorEastAsia"/>
        </w:rPr>
      </w:pPr>
      <w:r>
        <w:rPr>
          <w:rFonts w:eastAsiaTheme="minorEastAsia"/>
        </w:rPr>
        <w:tab/>
        <w:t xml:space="preserve">- </w:t>
      </w:r>
      <m:oMath>
        <m:r>
          <w:rPr>
            <w:rFonts w:ascii="Cambria Math" w:hAnsi="Cambria Math"/>
          </w:rPr>
          <m:t>Q </m:t>
        </m:r>
      </m:oMath>
      <w:r>
        <w:rPr>
          <w:rFonts w:eastAsiaTheme="minorEastAsia"/>
        </w:rPr>
        <w:t xml:space="preserve">: </w:t>
      </w:r>
      <w:r w:rsidRPr="0095352B">
        <w:rPr>
          <w:rFonts w:eastAsiaTheme="minorEastAsia"/>
        </w:rPr>
        <w:t>quantité de chaleur en joule (</w:t>
      </w:r>
      <w:r w:rsidRPr="0095352B">
        <w:rPr>
          <w:rFonts w:eastAsiaTheme="minorEastAsia"/>
          <w:i/>
        </w:rPr>
        <w:t>J</w:t>
      </w:r>
      <w:r>
        <w:rPr>
          <w:rFonts w:eastAsiaTheme="minorEastAsia"/>
        </w:rPr>
        <w:t>)</w:t>
      </w:r>
    </w:p>
    <w:p w:rsidR="0095352B" w:rsidRDefault="0095352B" w:rsidP="00971011">
      <w:pPr>
        <w:tabs>
          <w:tab w:val="left" w:pos="2835"/>
        </w:tabs>
        <w:ind w:left="567"/>
      </w:pPr>
      <w:r>
        <w:rPr>
          <w:rFonts w:eastAsiaTheme="minorEastAsia"/>
        </w:rPr>
        <w:tab/>
        <w:t xml:space="preserve">- </w:t>
      </w:r>
      <m:oMath>
        <m:r>
          <w:rPr>
            <w:rFonts w:ascii="Cambria Math" w:eastAsiaTheme="minorEastAsia" w:hAnsi="Cambria Math"/>
          </w:rPr>
          <m:t>m </m:t>
        </m:r>
      </m:oMath>
      <w:r>
        <w:rPr>
          <w:rFonts w:eastAsiaTheme="minorEastAsia"/>
        </w:rPr>
        <w:t>: masse de l’eau</w:t>
      </w:r>
    </w:p>
    <w:p w:rsidR="00D12B58" w:rsidRDefault="00D12B58" w:rsidP="00D12B58"/>
    <w:p w:rsidR="00426CC8" w:rsidRPr="009C0985" w:rsidRDefault="009C0985" w:rsidP="009C0985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26CC8">
        <w:rPr>
          <w:rFonts w:ascii="Times New Roman" w:hAnsi="Times New Roman" w:cs="Times New Roman"/>
          <w:b w:val="0"/>
          <w:color w:val="000000"/>
        </w:rPr>
        <w:t>Calculez</w:t>
      </w:r>
      <w:r w:rsidR="00426CC8" w:rsidRPr="00426CC8">
        <w:rPr>
          <w:rFonts w:ascii="Times New Roman" w:hAnsi="Times New Roman" w:cs="Times New Roman"/>
          <w:b w:val="0"/>
          <w:color w:val="000000"/>
        </w:rP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l’énergie thermique </w:t>
      </w:r>
      <m:oMath>
        <m:r>
          <m:rPr>
            <m:sty m:val="bi"/>
          </m:rPr>
          <w:rPr>
            <w:rFonts w:ascii="Cambria Math" w:hAnsi="Cambria Math" w:cs="Times New Roman"/>
            <w:color w:val="000000"/>
          </w:rPr>
          <m:t>Q</m:t>
        </m:r>
      </m:oMath>
      <w:r w:rsidR="00426CC8" w:rsidRPr="00426CC8">
        <w:rPr>
          <w:rFonts w:ascii="Times New Roman" w:hAnsi="Times New Roman" w:cs="Times New Roman"/>
          <w:b w:val="0"/>
          <w:color w:val="000000"/>
        </w:rPr>
        <w:t xml:space="preserve"> à fournir pour atteindre la température désirée. </w:t>
      </w:r>
    </w:p>
    <w:p w:rsidR="00D12B58" w:rsidRPr="009C0985" w:rsidRDefault="00D12B58" w:rsidP="009C0985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9C0985" w:rsidRDefault="009C0985" w:rsidP="009C0985"/>
    <w:p w:rsidR="009C0985" w:rsidRPr="009C0985" w:rsidRDefault="009C0985" w:rsidP="009C0985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9C0985">
        <w:rPr>
          <w:rFonts w:ascii="Times New Roman" w:hAnsi="Times New Roman" w:cs="Times New Roman"/>
          <w:b w:val="0"/>
          <w:color w:val="000000"/>
        </w:rPr>
        <w:t>Donnez cette valeur en kWh.</w:t>
      </w:r>
    </w:p>
    <w:p w:rsidR="009C0985" w:rsidRDefault="009C0985" w:rsidP="009C0985">
      <w:pPr>
        <w:tabs>
          <w:tab w:val="left" w:pos="1701"/>
        </w:tabs>
        <w:spacing w:after="60"/>
        <w:ind w:left="567"/>
        <w:rPr>
          <w:rFonts w:eastAsiaTheme="minorEastAsia"/>
          <w:b/>
          <w:color w:val="FF0000"/>
        </w:rPr>
      </w:pPr>
    </w:p>
    <w:p w:rsidR="009C0985" w:rsidRDefault="009C0985" w:rsidP="009C0985"/>
    <w:p w:rsidR="009C0985" w:rsidRPr="009C0985" w:rsidRDefault="009C0985" w:rsidP="009C0985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26CC8">
        <w:rPr>
          <w:rFonts w:ascii="Times New Roman" w:hAnsi="Times New Roman" w:cs="Times New Roman"/>
          <w:b w:val="0"/>
          <w:color w:val="000000"/>
        </w:rPr>
        <w:t xml:space="preserve">Calculez </w:t>
      </w:r>
      <w:r>
        <w:rPr>
          <w:rFonts w:ascii="Times New Roman" w:hAnsi="Times New Roman" w:cs="Times New Roman"/>
          <w:b w:val="0"/>
          <w:color w:val="000000"/>
        </w:rPr>
        <w:t xml:space="preserve">l’énergie thermique </w:t>
      </w:r>
      <m:oMath>
        <m:sSub>
          <m:sSubPr>
            <m:ctrlPr>
              <w:rPr>
                <w:rFonts w:ascii="Cambria Math" w:hAnsi="Cambria Math" w:cs="Times New Roman"/>
                <w:b w:val="0"/>
                <w:i/>
                <w:iCs/>
                <w:color w:val="00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Q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mois</m:t>
            </m:r>
          </m:sub>
        </m:sSub>
      </m:oMath>
      <w:r w:rsidRPr="00426CC8">
        <w:rPr>
          <w:rFonts w:ascii="Times New Roman" w:hAnsi="Times New Roman" w:cs="Times New Roman"/>
          <w:b w:val="0"/>
          <w:color w:val="000000"/>
        </w:rPr>
        <w:t xml:space="preserve"> à fournir pour </w:t>
      </w:r>
      <w:r>
        <w:rPr>
          <w:rFonts w:ascii="Times New Roman" w:hAnsi="Times New Roman" w:cs="Times New Roman"/>
          <w:b w:val="0"/>
          <w:color w:val="000000"/>
        </w:rPr>
        <w:t>un mois de 30 jours</w:t>
      </w:r>
      <w:r w:rsidRPr="00426CC8">
        <w:rPr>
          <w:rFonts w:ascii="Times New Roman" w:hAnsi="Times New Roman" w:cs="Times New Roman"/>
          <w:b w:val="0"/>
          <w:color w:val="000000"/>
        </w:rPr>
        <w:t xml:space="preserve">. </w:t>
      </w:r>
    </w:p>
    <w:p w:rsidR="009C0985" w:rsidRPr="009C0985" w:rsidRDefault="009C0985" w:rsidP="009C0985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9C0985" w:rsidRDefault="009C0985" w:rsidP="009C0985"/>
    <w:p w:rsidR="008E15F6" w:rsidRPr="008E15F6" w:rsidRDefault="008E15F6" w:rsidP="008E15F6">
      <w:pPr>
        <w:pStyle w:val="Normal1"/>
      </w:pPr>
      <w:r w:rsidRPr="008E15F6">
        <w:lastRenderedPageBreak/>
        <w:t xml:space="preserve">Les calculs précédents </w:t>
      </w:r>
      <w:r>
        <w:t>ont</w:t>
      </w:r>
      <w:r w:rsidRPr="008E15F6">
        <w:t xml:space="preserve"> perm</w:t>
      </w:r>
      <w:r>
        <w:t>is</w:t>
      </w:r>
      <w:r w:rsidRPr="008E15F6">
        <w:t xml:space="preserve"> de remplir</w:t>
      </w:r>
      <w:r>
        <w:t xml:space="preserve"> partiellement</w:t>
      </w:r>
      <w:r w:rsidRPr="008E15F6">
        <w:t xml:space="preserve"> le tableau des besoins énergétiques fourni </w:t>
      </w:r>
      <w:r>
        <w:t xml:space="preserve">sur </w:t>
      </w:r>
      <w:r w:rsidRPr="008E15F6">
        <w:t>document DR</w:t>
      </w:r>
      <w:r>
        <w:t xml:space="preserve"> </w:t>
      </w:r>
      <w:r w:rsidRPr="008E15F6">
        <w:t>3</w:t>
      </w:r>
      <w:r>
        <w:t>.</w:t>
      </w:r>
    </w:p>
    <w:p w:rsidR="009C0985" w:rsidRDefault="008E15F6" w:rsidP="00B769DA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8E15F6">
        <w:rPr>
          <w:rFonts w:ascii="Times New Roman" w:hAnsi="Times New Roman" w:cs="Times New Roman"/>
          <w:b w:val="0"/>
          <w:color w:val="000000"/>
        </w:rPr>
        <w:t xml:space="preserve">Complétez sur le tableau DR 3 les valeurs du </w:t>
      </w:r>
      <w:r>
        <w:rPr>
          <w:rFonts w:ascii="Times New Roman" w:hAnsi="Times New Roman" w:cs="Times New Roman"/>
          <w:b w:val="0"/>
          <w:color w:val="000000"/>
        </w:rPr>
        <w:t>« </w:t>
      </w:r>
      <w:r w:rsidRPr="00716B39">
        <w:rPr>
          <w:rFonts w:ascii="Times New Roman" w:hAnsi="Times New Roman" w:cs="Times New Roman"/>
          <w:b w:val="0"/>
          <w:i/>
          <w:color w:val="000000"/>
        </w:rPr>
        <w:t>Taux de Couverture Solaire</w:t>
      </w:r>
      <w:r>
        <w:rPr>
          <w:rFonts w:ascii="Times New Roman" w:hAnsi="Times New Roman" w:cs="Times New Roman"/>
          <w:b w:val="0"/>
          <w:color w:val="000000"/>
        </w:rPr>
        <w:t> »</w:t>
      </w:r>
      <w:r w:rsidRPr="008E15F6">
        <w:rPr>
          <w:rFonts w:ascii="Times New Roman" w:hAnsi="Times New Roman" w:cs="Times New Roman"/>
          <w:b w:val="0"/>
          <w:color w:val="000000"/>
        </w:rPr>
        <w:t xml:space="preserve"> et </w:t>
      </w:r>
      <w:r>
        <w:rPr>
          <w:rFonts w:ascii="Times New Roman" w:hAnsi="Times New Roman" w:cs="Times New Roman"/>
          <w:b w:val="0"/>
          <w:color w:val="000000"/>
        </w:rPr>
        <w:t>« </w:t>
      </w:r>
      <w:r w:rsidR="00716B39" w:rsidRPr="00716B39">
        <w:rPr>
          <w:rFonts w:ascii="Times New Roman" w:hAnsi="Times New Roman" w:cs="Times New Roman"/>
          <w:b w:val="0"/>
          <w:i/>
          <w:color w:val="000000"/>
        </w:rPr>
        <w:t>É</w:t>
      </w:r>
      <w:r w:rsidRPr="00716B39">
        <w:rPr>
          <w:rFonts w:ascii="Times New Roman" w:hAnsi="Times New Roman" w:cs="Times New Roman"/>
          <w:b w:val="0"/>
          <w:i/>
          <w:color w:val="000000"/>
        </w:rPr>
        <w:t>nergie d’appoint nécessaire</w:t>
      </w:r>
      <w:r w:rsidR="00716B39">
        <w:rPr>
          <w:rFonts w:ascii="Times New Roman" w:hAnsi="Times New Roman" w:cs="Times New Roman"/>
          <w:b w:val="0"/>
          <w:color w:val="000000"/>
        </w:rPr>
        <w:t> » manquantes</w:t>
      </w:r>
      <w:r>
        <w:rPr>
          <w:rFonts w:ascii="Times New Roman" w:hAnsi="Times New Roman" w:cs="Times New Roman"/>
          <w:b w:val="0"/>
          <w:color w:val="000000"/>
        </w:rPr>
        <w:t>.</w:t>
      </w:r>
    </w:p>
    <w:p w:rsidR="008E15F6" w:rsidRPr="008E15F6" w:rsidRDefault="008E15F6" w:rsidP="008E15F6">
      <w:pPr>
        <w:autoSpaceDE w:val="0"/>
        <w:autoSpaceDN w:val="0"/>
        <w:adjustRightInd w:val="0"/>
        <w:spacing w:after="120"/>
        <w:rPr>
          <w:color w:val="000000"/>
        </w:rPr>
      </w:pPr>
    </w:p>
    <w:p w:rsidR="009C0985" w:rsidRPr="008E15F6" w:rsidRDefault="00716B39" w:rsidP="00B769DA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B769DA">
        <w:rPr>
          <w:rFonts w:ascii="Times New Roman" w:hAnsi="Times New Roman" w:cs="Times New Roman"/>
          <w:b w:val="0"/>
          <w:color w:val="000000"/>
        </w:rPr>
        <w:t>Commentez</w:t>
      </w:r>
      <w:r w:rsidRPr="00716B39">
        <w:rPr>
          <w:rFonts w:ascii="Times New Roman" w:hAnsi="Times New Roman" w:cs="Times New Roman"/>
          <w:b w:val="0"/>
          <w:color w:val="000000"/>
        </w:rPr>
        <w:t xml:space="preserve"> les résultats obtenus</w:t>
      </w:r>
      <w:r>
        <w:rPr>
          <w:rFonts w:ascii="Times New Roman" w:hAnsi="Times New Roman" w:cs="Times New Roman"/>
          <w:b w:val="0"/>
          <w:color w:val="000000"/>
        </w:rPr>
        <w:t xml:space="preserve"> dans ce tableau.</w:t>
      </w:r>
    </w:p>
    <w:p w:rsidR="00716B39" w:rsidRDefault="00716B39" w:rsidP="00EA5C68">
      <w:pPr>
        <w:spacing w:after="60"/>
        <w:ind w:left="633"/>
        <w:rPr>
          <w:rFonts w:eastAsiaTheme="minorEastAsia"/>
          <w:b/>
          <w:color w:val="FF0000"/>
        </w:rPr>
      </w:pPr>
    </w:p>
    <w:p w:rsidR="00EA5C68" w:rsidRDefault="00EA5C68" w:rsidP="00EA5C68">
      <w:pPr>
        <w:spacing w:after="60"/>
        <w:ind w:left="633"/>
        <w:rPr>
          <w:rFonts w:eastAsiaTheme="minorEastAsia"/>
          <w:b/>
          <w:color w:val="FF0000"/>
        </w:rPr>
      </w:pPr>
    </w:p>
    <w:p w:rsidR="00EA5C68" w:rsidRPr="00EA5C68" w:rsidRDefault="00EA5C68" w:rsidP="00EA5C68">
      <w:pPr>
        <w:spacing w:after="60"/>
        <w:ind w:left="633"/>
        <w:rPr>
          <w:rFonts w:eastAsiaTheme="minorEastAsia"/>
          <w:b/>
          <w:color w:val="FF0000"/>
        </w:rPr>
      </w:pPr>
    </w:p>
    <w:p w:rsidR="009C0985" w:rsidRDefault="009C0985" w:rsidP="007F2FDA"/>
    <w:p w:rsidR="00B769DA" w:rsidRPr="00B769DA" w:rsidRDefault="00B769DA" w:rsidP="00B769DA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B769DA">
        <w:rPr>
          <w:rFonts w:ascii="Times New Roman" w:hAnsi="Times New Roman" w:cs="Times New Roman"/>
          <w:b w:val="0"/>
          <w:color w:val="000000"/>
        </w:rPr>
        <w:t>En vous aidant du document DT 2 représentant le retour sur investissement du CESI à appoint électrique, commente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B769DA">
        <w:rPr>
          <w:rFonts w:ascii="Times New Roman" w:hAnsi="Times New Roman" w:cs="Times New Roman"/>
          <w:b w:val="0"/>
          <w:color w:val="000000"/>
        </w:rPr>
        <w:t xml:space="preserve"> la rentabilité du CESI étudié.</w:t>
      </w:r>
    </w:p>
    <w:p w:rsidR="00EA5C68" w:rsidRDefault="00EA5C68" w:rsidP="00EA5C68">
      <w:pPr>
        <w:spacing w:after="60"/>
        <w:ind w:left="633"/>
        <w:rPr>
          <w:rFonts w:eastAsiaTheme="minorEastAsia"/>
          <w:b/>
          <w:color w:val="FF0000"/>
        </w:rPr>
      </w:pPr>
    </w:p>
    <w:p w:rsidR="00EA5C68" w:rsidRDefault="00EA5C68" w:rsidP="00EA5C68">
      <w:pPr>
        <w:spacing w:after="60"/>
        <w:ind w:left="633"/>
        <w:rPr>
          <w:rFonts w:eastAsiaTheme="minorEastAsia"/>
          <w:b/>
          <w:color w:val="FF0000"/>
        </w:rPr>
      </w:pPr>
    </w:p>
    <w:p w:rsidR="00EA5C68" w:rsidRPr="00EA5C68" w:rsidRDefault="00EA5C68" w:rsidP="00EA5C68">
      <w:pPr>
        <w:spacing w:after="60"/>
        <w:ind w:left="633"/>
        <w:rPr>
          <w:rFonts w:eastAsiaTheme="minorEastAsia"/>
          <w:b/>
          <w:color w:val="FF0000"/>
        </w:rPr>
      </w:pPr>
    </w:p>
    <w:p w:rsidR="007F2FDA" w:rsidRDefault="007F2FDA" w:rsidP="007F2FDA"/>
    <w:p w:rsidR="00993C8D" w:rsidRPr="00993C8D" w:rsidRDefault="00993C8D" w:rsidP="00993C8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993C8D">
        <w:rPr>
          <w:rFonts w:ascii="Times New Roman" w:hAnsi="Times New Roman" w:cs="Times New Roman"/>
          <w:b w:val="0"/>
          <w:color w:val="000000"/>
        </w:rPr>
        <w:t>À l’aide des graphiques présentés dans le document DT</w:t>
      </w:r>
      <w:r>
        <w:rPr>
          <w:rFonts w:ascii="Times New Roman" w:hAnsi="Times New Roman" w:cs="Times New Roman"/>
          <w:b w:val="0"/>
          <w:color w:val="000000"/>
        </w:rPr>
        <w:t xml:space="preserve"> 3</w:t>
      </w:r>
      <w:r w:rsidRPr="00993C8D">
        <w:rPr>
          <w:rFonts w:ascii="Times New Roman" w:hAnsi="Times New Roman" w:cs="Times New Roman"/>
          <w:b w:val="0"/>
          <w:color w:val="000000"/>
        </w:rPr>
        <w:t xml:space="preserve">, </w:t>
      </w:r>
      <w:r>
        <w:rPr>
          <w:rFonts w:ascii="Times New Roman" w:hAnsi="Times New Roman" w:cs="Times New Roman"/>
          <w:b w:val="0"/>
          <w:color w:val="000000"/>
        </w:rPr>
        <w:t>spécifiez</w:t>
      </w:r>
      <w:r w:rsidRPr="00993C8D">
        <w:rPr>
          <w:rFonts w:ascii="Times New Roman" w:hAnsi="Times New Roman" w:cs="Times New Roman"/>
          <w:b w:val="0"/>
          <w:color w:val="000000"/>
        </w:rPr>
        <w:t xml:space="preserve"> quelle est la phase de vie la plus </w:t>
      </w:r>
      <w:proofErr w:type="spellStart"/>
      <w:r w:rsidRPr="00993C8D">
        <w:rPr>
          <w:rFonts w:ascii="Times New Roman" w:hAnsi="Times New Roman" w:cs="Times New Roman"/>
          <w:b w:val="0"/>
          <w:color w:val="000000"/>
        </w:rPr>
        <w:t>impactante</w:t>
      </w:r>
      <w:proofErr w:type="spellEnd"/>
      <w:r w:rsidRPr="00993C8D">
        <w:rPr>
          <w:rFonts w:ascii="Times New Roman" w:hAnsi="Times New Roman" w:cs="Times New Roman"/>
          <w:b w:val="0"/>
          <w:color w:val="000000"/>
        </w:rPr>
        <w:t xml:space="preserve"> selon les critères </w:t>
      </w:r>
      <w:r>
        <w:rPr>
          <w:rFonts w:ascii="Times New Roman" w:hAnsi="Times New Roman" w:cs="Times New Roman"/>
          <w:b w:val="0"/>
          <w:color w:val="000000"/>
        </w:rPr>
        <w:t>« </w:t>
      </w:r>
      <w:r w:rsidRPr="00993C8D">
        <w:rPr>
          <w:rFonts w:ascii="Times New Roman" w:hAnsi="Times New Roman" w:cs="Times New Roman"/>
          <w:b w:val="0"/>
          <w:color w:val="000000"/>
        </w:rPr>
        <w:t>Émissions de CO</w:t>
      </w:r>
      <w:r w:rsidRPr="00993C8D">
        <w:rPr>
          <w:rFonts w:ascii="Times New Roman" w:hAnsi="Times New Roman" w:cs="Times New Roman"/>
          <w:b w:val="0"/>
          <w:color w:val="000000"/>
          <w:vertAlign w:val="subscript"/>
        </w:rPr>
        <w:t>2</w:t>
      </w:r>
      <w:r w:rsidRPr="00993C8D">
        <w:rPr>
          <w:rFonts w:ascii="Times New Roman" w:hAnsi="Times New Roman" w:cs="Times New Roman"/>
          <w:b w:val="0"/>
          <w:color w:val="000000"/>
        </w:rPr>
        <w:t xml:space="preserve"> équivalentes</w:t>
      </w:r>
      <w:r>
        <w:rPr>
          <w:rFonts w:ascii="Times New Roman" w:hAnsi="Times New Roman" w:cs="Times New Roman"/>
          <w:b w:val="0"/>
          <w:color w:val="000000"/>
        </w:rPr>
        <w:t> »</w:t>
      </w:r>
      <w:r w:rsidRPr="00993C8D">
        <w:rPr>
          <w:rFonts w:ascii="Times New Roman" w:hAnsi="Times New Roman" w:cs="Times New Roman"/>
          <w:b w:val="0"/>
          <w:color w:val="000000"/>
        </w:rPr>
        <w:t xml:space="preserve"> et </w:t>
      </w:r>
      <w:r>
        <w:rPr>
          <w:rFonts w:ascii="Times New Roman" w:hAnsi="Times New Roman" w:cs="Times New Roman"/>
          <w:b w:val="0"/>
          <w:color w:val="000000"/>
        </w:rPr>
        <w:t>« </w:t>
      </w:r>
      <w:r w:rsidRPr="00993C8D">
        <w:rPr>
          <w:rFonts w:ascii="Times New Roman" w:hAnsi="Times New Roman" w:cs="Times New Roman"/>
          <w:b w:val="0"/>
          <w:color w:val="000000"/>
        </w:rPr>
        <w:t>Énergie primaire non renouvelable</w:t>
      </w:r>
      <w:r>
        <w:rPr>
          <w:rFonts w:ascii="Times New Roman" w:hAnsi="Times New Roman" w:cs="Times New Roman"/>
          <w:b w:val="0"/>
          <w:color w:val="000000"/>
        </w:rPr>
        <w:t> »</w:t>
      </w:r>
      <w:r w:rsidRPr="00993C8D">
        <w:rPr>
          <w:rFonts w:ascii="Times New Roman" w:hAnsi="Times New Roman" w:cs="Times New Roman"/>
          <w:b w:val="0"/>
          <w:color w:val="000000"/>
        </w:rPr>
        <w:t>.</w:t>
      </w:r>
    </w:p>
    <w:p w:rsidR="00993C8D" w:rsidRDefault="00993C8D" w:rsidP="00993C8D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EA5C68" w:rsidRPr="00993C8D" w:rsidRDefault="00EA5C68" w:rsidP="00993C8D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993C8D" w:rsidRPr="009C0985" w:rsidRDefault="00993C8D" w:rsidP="007F2FDA"/>
    <w:p w:rsidR="00993C8D" w:rsidRPr="00993C8D" w:rsidRDefault="00993C8D" w:rsidP="00993C8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Times New Roman" w:hAnsi="Times New Roman" w:cs="Times New Roman"/>
          <w:b w:val="0"/>
          <w:color w:val="000000"/>
        </w:rPr>
      </w:pPr>
      <w:r w:rsidRPr="00993C8D">
        <w:rPr>
          <w:rFonts w:ascii="Times New Roman" w:hAnsi="Times New Roman" w:cs="Times New Roman"/>
          <w:b w:val="0"/>
          <w:color w:val="000000"/>
        </w:rPr>
        <w:t xml:space="preserve">Au vue de l’ensemble de cette </w:t>
      </w:r>
      <w:r>
        <w:rPr>
          <w:rFonts w:ascii="Times New Roman" w:hAnsi="Times New Roman" w:cs="Times New Roman"/>
          <w:b w:val="0"/>
          <w:color w:val="000000"/>
        </w:rPr>
        <w:t>étude</w:t>
      </w:r>
      <w:r w:rsidRPr="00993C8D">
        <w:rPr>
          <w:rFonts w:ascii="Times New Roman" w:hAnsi="Times New Roman" w:cs="Times New Roman"/>
          <w:b w:val="0"/>
          <w:color w:val="000000"/>
        </w:rPr>
        <w:t>, dégage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993C8D">
        <w:rPr>
          <w:rFonts w:ascii="Times New Roman" w:hAnsi="Times New Roman" w:cs="Times New Roman"/>
          <w:b w:val="0"/>
          <w:color w:val="000000"/>
        </w:rPr>
        <w:t xml:space="preserve"> les avantages et inconvénients du CESI étudié d’un point de vue économique et environnemental.</w:t>
      </w:r>
    </w:p>
    <w:p w:rsidR="00D12B58" w:rsidRDefault="00D12B58" w:rsidP="00E4536B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EA5C68" w:rsidRPr="00E4536B" w:rsidRDefault="00EA5C68" w:rsidP="00E4536B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sectPr w:rsidR="00EA5C68" w:rsidRPr="00E4536B" w:rsidSect="00E06671">
      <w:footerReference w:type="default" r:id="rId15"/>
      <w:footerReference w:type="first" r:id="rId16"/>
      <w:pgSz w:w="11906" w:h="16838"/>
      <w:pgMar w:top="567" w:right="566" w:bottom="709" w:left="85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4E2" w:rsidRDefault="005014E2" w:rsidP="00F53254">
      <w:r>
        <w:separator/>
      </w:r>
    </w:p>
  </w:endnote>
  <w:endnote w:type="continuationSeparator" w:id="0">
    <w:p w:rsidR="005014E2" w:rsidRDefault="005014E2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andine">
    <w:charset w:val="00"/>
    <w:family w:val="auto"/>
    <w:pitch w:val="variable"/>
    <w:sig w:usb0="8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985" w:rsidRDefault="009C0985" w:rsidP="005C0A2E">
    <w:pPr>
      <w:tabs>
        <w:tab w:val="center" w:pos="5220"/>
        <w:tab w:val="left" w:pos="9639"/>
      </w:tabs>
      <w:jc w:val="left"/>
    </w:pPr>
    <w:r>
      <w:rPr>
        <w:sz w:val="20"/>
        <w:szCs w:val="20"/>
      </w:rPr>
      <w:t>Activité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 xml:space="preserve">3 : </w:t>
    </w:r>
    <w:r w:rsidRPr="0000692C">
      <w:rPr>
        <w:sz w:val="20"/>
        <w:szCs w:val="20"/>
      </w:rPr>
      <w:t>Chauffe-eau solaire individuel</w:t>
    </w:r>
    <w:r>
      <w:rPr>
        <w:sz w:val="20"/>
        <w:szCs w:val="20"/>
      </w:rPr>
      <w:tab/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39724638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0162D7">
          <w:rPr>
            <w:rFonts w:eastAsia="Times New Roman"/>
            <w:noProof/>
            <w:sz w:val="20"/>
            <w:szCs w:val="20"/>
            <w:lang w:eastAsia="fr-FR"/>
          </w:rPr>
          <w:t>4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0162D7">
          <w:rPr>
            <w:rFonts w:eastAsia="Times New Roman"/>
            <w:noProof/>
            <w:sz w:val="20"/>
            <w:szCs w:val="20"/>
            <w:lang w:eastAsia="fr-FR"/>
          </w:rPr>
          <w:t>4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0985" w:rsidRPr="00794FF9" w:rsidRDefault="009C0985" w:rsidP="006F3ED2">
    <w:pP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>
      <w:rPr>
        <w:sz w:val="20"/>
        <w:szCs w:val="20"/>
      </w:rPr>
      <w:t>SÉANCE</w:t>
    </w:r>
    <w:r w:rsidRPr="006F3ED2">
      <w:rPr>
        <w:sz w:val="20"/>
        <w:szCs w:val="20"/>
      </w:rPr>
      <w:t xml:space="preserve"> 1</w:t>
    </w:r>
    <w:r>
      <w:rPr>
        <w:sz w:val="20"/>
        <w:szCs w:val="20"/>
      </w:rPr>
      <w:t xml:space="preserve"> : </w:t>
    </w:r>
    <w:r w:rsidRPr="00B27C56">
      <w:rPr>
        <w:sz w:val="20"/>
        <w:szCs w:val="20"/>
      </w:rPr>
      <w:t>Présentation du développement durable</w:t>
    </w:r>
    <w:r>
      <w:rPr>
        <w:sz w:val="20"/>
        <w:szCs w:val="20"/>
      </w:rPr>
      <w:t xml:space="preserve">          </w:t>
    </w:r>
    <w:r w:rsidRPr="008F3E55">
      <w:rPr>
        <w:b/>
        <w:sz w:val="20"/>
        <w:szCs w:val="20"/>
      </w:rPr>
      <w:t>- SEQ</w:t>
    </w:r>
    <w:r>
      <w:rPr>
        <w:b/>
        <w:sz w:val="20"/>
        <w:szCs w:val="20"/>
      </w:rPr>
      <w:t>3</w:t>
    </w:r>
    <w:r w:rsidRPr="008F3E55">
      <w:rPr>
        <w:b/>
        <w:sz w:val="20"/>
        <w:szCs w:val="20"/>
      </w:rPr>
      <w:t xml:space="preserve"> : </w:t>
    </w:r>
    <w:r w:rsidRPr="00B27C56">
      <w:rPr>
        <w:b/>
        <w:sz w:val="20"/>
        <w:szCs w:val="20"/>
      </w:rPr>
      <w:t>Développement durable</w:t>
    </w:r>
    <w:r w:rsidRPr="008F3E55">
      <w:rPr>
        <w:b/>
        <w:sz w:val="20"/>
        <w:szCs w:val="20"/>
      </w:rPr>
      <w:t xml:space="preserve"> -</w:t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0162D7">
          <w:rPr>
            <w:rFonts w:eastAsia="Times New Roman"/>
            <w:noProof/>
            <w:sz w:val="20"/>
            <w:szCs w:val="20"/>
            <w:lang w:eastAsia="fr-FR"/>
          </w:rPr>
          <w:t>4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  <w:p w:rsidR="009C0985" w:rsidRDefault="009C09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4E2" w:rsidRDefault="005014E2" w:rsidP="00F53254">
      <w:r>
        <w:separator/>
      </w:r>
    </w:p>
  </w:footnote>
  <w:footnote w:type="continuationSeparator" w:id="0">
    <w:p w:rsidR="005014E2" w:rsidRDefault="005014E2" w:rsidP="00F5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art6F"/>
      </v:shape>
    </w:pict>
  </w:numPicBullet>
  <w:abstractNum w:abstractNumId="0" w15:restartNumberingAfterBreak="0">
    <w:nsid w:val="038827A4"/>
    <w:multiLevelType w:val="hybridMultilevel"/>
    <w:tmpl w:val="3CFE60E6"/>
    <w:lvl w:ilvl="0" w:tplc="6BD43BB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449D6"/>
    <w:multiLevelType w:val="hybridMultilevel"/>
    <w:tmpl w:val="A47A77E6"/>
    <w:lvl w:ilvl="0" w:tplc="689494D0">
      <w:start w:val="1"/>
      <w:numFmt w:val="bullet"/>
      <w:lvlText w:val=""/>
      <w:lvlJc w:val="left"/>
      <w:pPr>
        <w:ind w:left="1571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3B5F20"/>
    <w:multiLevelType w:val="hybridMultilevel"/>
    <w:tmpl w:val="188C1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22829"/>
    <w:multiLevelType w:val="hybridMultilevel"/>
    <w:tmpl w:val="383E20EA"/>
    <w:lvl w:ilvl="0" w:tplc="D1041808">
      <w:start w:val="1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D7F25"/>
    <w:multiLevelType w:val="hybridMultilevel"/>
    <w:tmpl w:val="51628498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22888"/>
    <w:multiLevelType w:val="hybridMultilevel"/>
    <w:tmpl w:val="867A83F4"/>
    <w:lvl w:ilvl="0" w:tplc="3D2880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35764"/>
    <w:multiLevelType w:val="hybridMultilevel"/>
    <w:tmpl w:val="65F0120E"/>
    <w:lvl w:ilvl="0" w:tplc="5F501D6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C397C"/>
    <w:multiLevelType w:val="hybridMultilevel"/>
    <w:tmpl w:val="1DCEA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41E71"/>
    <w:multiLevelType w:val="multilevel"/>
    <w:tmpl w:val="A6FC82A8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0650DAF"/>
    <w:multiLevelType w:val="hybridMultilevel"/>
    <w:tmpl w:val="6A20CC72"/>
    <w:lvl w:ilvl="0" w:tplc="509E5574">
      <w:start w:val="1"/>
      <w:numFmt w:val="bullet"/>
      <w:lvlText w:val="­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EB08BB"/>
    <w:multiLevelType w:val="hybridMultilevel"/>
    <w:tmpl w:val="9D1E0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D1481"/>
    <w:multiLevelType w:val="hybridMultilevel"/>
    <w:tmpl w:val="58624056"/>
    <w:lvl w:ilvl="0" w:tplc="5A84F090">
      <w:start w:val="1"/>
      <w:numFmt w:val="decimal"/>
      <w:lvlText w:val="Q%1 :"/>
      <w:lvlJc w:val="left"/>
      <w:pPr>
        <w:ind w:left="1794" w:hanging="360"/>
      </w:pPr>
      <w:rPr>
        <w:rFonts w:hint="default"/>
      </w:rPr>
    </w:lvl>
    <w:lvl w:ilvl="1" w:tplc="9050FADC">
      <w:start w:val="1"/>
      <w:numFmt w:val="decimal"/>
      <w:lvlText w:val="Q%2 :"/>
      <w:lvlJc w:val="left"/>
      <w:pPr>
        <w:ind w:left="1440" w:hanging="360"/>
      </w:pPr>
      <w:rPr>
        <w:rFonts w:hint="default"/>
        <w:b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B2619"/>
    <w:multiLevelType w:val="hybridMultilevel"/>
    <w:tmpl w:val="A3D4A254"/>
    <w:lvl w:ilvl="0" w:tplc="9BFC8D50">
      <w:start w:val="8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565C90"/>
    <w:multiLevelType w:val="hybridMultilevel"/>
    <w:tmpl w:val="9432AE4A"/>
    <w:lvl w:ilvl="0" w:tplc="E9BEC0F2">
      <w:start w:val="1"/>
      <w:numFmt w:val="bullet"/>
      <w:lvlText w:val="•"/>
      <w:lvlJc w:val="left"/>
      <w:pPr>
        <w:ind w:left="733" w:hanging="202"/>
      </w:pPr>
      <w:rPr>
        <w:rFonts w:ascii="Arial" w:eastAsia="Arial" w:hAnsi="Arial" w:hint="default"/>
        <w:sz w:val="22"/>
        <w:szCs w:val="22"/>
      </w:rPr>
    </w:lvl>
    <w:lvl w:ilvl="1" w:tplc="B8787D26">
      <w:start w:val="1"/>
      <w:numFmt w:val="bullet"/>
      <w:lvlText w:val=""/>
      <w:lvlJc w:val="left"/>
      <w:pPr>
        <w:ind w:left="1353" w:hanging="360"/>
      </w:pPr>
      <w:rPr>
        <w:rFonts w:ascii="Symbol" w:eastAsia="Symbol" w:hAnsi="Symbol" w:hint="default"/>
        <w:sz w:val="22"/>
        <w:szCs w:val="22"/>
      </w:rPr>
    </w:lvl>
    <w:lvl w:ilvl="2" w:tplc="A1E076EC">
      <w:start w:val="1"/>
      <w:numFmt w:val="bullet"/>
      <w:lvlText w:val="•"/>
      <w:lvlJc w:val="left"/>
      <w:pPr>
        <w:ind w:left="2065" w:hanging="360"/>
      </w:pPr>
      <w:rPr>
        <w:rFonts w:hint="default"/>
      </w:rPr>
    </w:lvl>
    <w:lvl w:ilvl="3" w:tplc="BF82868A">
      <w:start w:val="1"/>
      <w:numFmt w:val="bullet"/>
      <w:lvlText w:val="•"/>
      <w:lvlJc w:val="left"/>
      <w:pPr>
        <w:ind w:left="2777" w:hanging="360"/>
      </w:pPr>
      <w:rPr>
        <w:rFonts w:hint="default"/>
      </w:rPr>
    </w:lvl>
    <w:lvl w:ilvl="4" w:tplc="C7CA231E">
      <w:start w:val="1"/>
      <w:numFmt w:val="bullet"/>
      <w:lvlText w:val="•"/>
      <w:lvlJc w:val="left"/>
      <w:pPr>
        <w:ind w:left="3489" w:hanging="360"/>
      </w:pPr>
      <w:rPr>
        <w:rFonts w:hint="default"/>
      </w:rPr>
    </w:lvl>
    <w:lvl w:ilvl="5" w:tplc="BEEE5950">
      <w:start w:val="1"/>
      <w:numFmt w:val="bullet"/>
      <w:lvlText w:val="•"/>
      <w:lvlJc w:val="left"/>
      <w:pPr>
        <w:ind w:left="4201" w:hanging="360"/>
      </w:pPr>
      <w:rPr>
        <w:rFonts w:hint="default"/>
      </w:rPr>
    </w:lvl>
    <w:lvl w:ilvl="6" w:tplc="B584FC4C">
      <w:start w:val="1"/>
      <w:numFmt w:val="bullet"/>
      <w:lvlText w:val="•"/>
      <w:lvlJc w:val="left"/>
      <w:pPr>
        <w:ind w:left="4914" w:hanging="360"/>
      </w:pPr>
      <w:rPr>
        <w:rFonts w:hint="default"/>
      </w:rPr>
    </w:lvl>
    <w:lvl w:ilvl="7" w:tplc="9F18EC56">
      <w:start w:val="1"/>
      <w:numFmt w:val="bullet"/>
      <w:lvlText w:val="•"/>
      <w:lvlJc w:val="left"/>
      <w:pPr>
        <w:ind w:left="5626" w:hanging="360"/>
      </w:pPr>
      <w:rPr>
        <w:rFonts w:hint="default"/>
      </w:rPr>
    </w:lvl>
    <w:lvl w:ilvl="8" w:tplc="3820A720">
      <w:start w:val="1"/>
      <w:numFmt w:val="bullet"/>
      <w:lvlText w:val="•"/>
      <w:lvlJc w:val="left"/>
      <w:pPr>
        <w:ind w:left="6338" w:hanging="360"/>
      </w:pPr>
      <w:rPr>
        <w:rFonts w:hint="default"/>
      </w:rPr>
    </w:lvl>
  </w:abstractNum>
  <w:abstractNum w:abstractNumId="14" w15:restartNumberingAfterBreak="0">
    <w:nsid w:val="2A5F438B"/>
    <w:multiLevelType w:val="hybridMultilevel"/>
    <w:tmpl w:val="DE200906"/>
    <w:lvl w:ilvl="0" w:tplc="7410242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54CDF"/>
    <w:multiLevelType w:val="hybridMultilevel"/>
    <w:tmpl w:val="DA4C18A0"/>
    <w:lvl w:ilvl="0" w:tplc="AA1C96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C2FEE"/>
    <w:multiLevelType w:val="hybridMultilevel"/>
    <w:tmpl w:val="ED461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8" w15:restartNumberingAfterBreak="0">
    <w:nsid w:val="3600695E"/>
    <w:multiLevelType w:val="hybridMultilevel"/>
    <w:tmpl w:val="659ED0C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7EDB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C86B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36AE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610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616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BA36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1CD4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D641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16251B5"/>
    <w:multiLevelType w:val="hybridMultilevel"/>
    <w:tmpl w:val="4F4C7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1E5B28">
      <w:numFmt w:val="bullet"/>
      <w:lvlText w:val="-"/>
      <w:lvlJc w:val="left"/>
      <w:pPr>
        <w:ind w:left="2160" w:hanging="360"/>
      </w:pPr>
      <w:rPr>
        <w:rFonts w:ascii="Amandine" w:eastAsia="Calibri" w:hAnsi="Amandine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74AE4"/>
    <w:multiLevelType w:val="hybridMultilevel"/>
    <w:tmpl w:val="99781ECC"/>
    <w:lvl w:ilvl="0" w:tplc="509E557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87424"/>
    <w:multiLevelType w:val="hybridMultilevel"/>
    <w:tmpl w:val="EB50ED56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C27F8E"/>
    <w:multiLevelType w:val="hybridMultilevel"/>
    <w:tmpl w:val="9AF8B6D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A544A"/>
    <w:multiLevelType w:val="hybridMultilevel"/>
    <w:tmpl w:val="CD40C3E2"/>
    <w:lvl w:ilvl="0" w:tplc="553EBC80">
      <w:start w:val="1"/>
      <w:numFmt w:val="bullet"/>
      <w:lvlText w:val="-"/>
      <w:lvlJc w:val="left"/>
      <w:pPr>
        <w:ind w:left="1801" w:hanging="360"/>
      </w:pPr>
      <w:rPr>
        <w:rFonts w:ascii="Arial" w:eastAsia="Arial" w:hAnsi="Arial" w:hint="default"/>
        <w:sz w:val="22"/>
        <w:szCs w:val="22"/>
      </w:rPr>
    </w:lvl>
    <w:lvl w:ilvl="1" w:tplc="2460BEB0">
      <w:start w:val="1"/>
      <w:numFmt w:val="bullet"/>
      <w:lvlText w:val="•"/>
      <w:lvlJc w:val="left"/>
      <w:pPr>
        <w:ind w:left="2731" w:hanging="360"/>
      </w:pPr>
      <w:rPr>
        <w:rFonts w:hint="default"/>
      </w:rPr>
    </w:lvl>
    <w:lvl w:ilvl="2" w:tplc="00E80E84">
      <w:start w:val="1"/>
      <w:numFmt w:val="bullet"/>
      <w:lvlText w:val="•"/>
      <w:lvlJc w:val="left"/>
      <w:pPr>
        <w:ind w:left="3661" w:hanging="360"/>
      </w:pPr>
      <w:rPr>
        <w:rFonts w:hint="default"/>
      </w:rPr>
    </w:lvl>
    <w:lvl w:ilvl="3" w:tplc="241E0B18">
      <w:start w:val="1"/>
      <w:numFmt w:val="bullet"/>
      <w:lvlText w:val="•"/>
      <w:lvlJc w:val="left"/>
      <w:pPr>
        <w:ind w:left="4591" w:hanging="360"/>
      </w:pPr>
      <w:rPr>
        <w:rFonts w:hint="default"/>
      </w:rPr>
    </w:lvl>
    <w:lvl w:ilvl="4" w:tplc="FFA61068">
      <w:start w:val="1"/>
      <w:numFmt w:val="bullet"/>
      <w:lvlText w:val="•"/>
      <w:lvlJc w:val="left"/>
      <w:pPr>
        <w:ind w:left="5521" w:hanging="360"/>
      </w:pPr>
      <w:rPr>
        <w:rFonts w:hint="default"/>
      </w:rPr>
    </w:lvl>
    <w:lvl w:ilvl="5" w:tplc="AAD8C260">
      <w:start w:val="1"/>
      <w:numFmt w:val="bullet"/>
      <w:lvlText w:val="•"/>
      <w:lvlJc w:val="left"/>
      <w:pPr>
        <w:ind w:left="6451" w:hanging="360"/>
      </w:pPr>
      <w:rPr>
        <w:rFonts w:hint="default"/>
      </w:rPr>
    </w:lvl>
    <w:lvl w:ilvl="6" w:tplc="7EE23E02">
      <w:start w:val="1"/>
      <w:numFmt w:val="bullet"/>
      <w:lvlText w:val="•"/>
      <w:lvlJc w:val="left"/>
      <w:pPr>
        <w:ind w:left="7381" w:hanging="360"/>
      </w:pPr>
      <w:rPr>
        <w:rFonts w:hint="default"/>
      </w:rPr>
    </w:lvl>
    <w:lvl w:ilvl="7" w:tplc="629C7420">
      <w:start w:val="1"/>
      <w:numFmt w:val="bullet"/>
      <w:lvlText w:val="•"/>
      <w:lvlJc w:val="left"/>
      <w:pPr>
        <w:ind w:left="8311" w:hanging="360"/>
      </w:pPr>
      <w:rPr>
        <w:rFonts w:hint="default"/>
      </w:rPr>
    </w:lvl>
    <w:lvl w:ilvl="8" w:tplc="6F56A7E6">
      <w:start w:val="1"/>
      <w:numFmt w:val="bullet"/>
      <w:lvlText w:val="•"/>
      <w:lvlJc w:val="left"/>
      <w:pPr>
        <w:ind w:left="9241" w:hanging="360"/>
      </w:pPr>
      <w:rPr>
        <w:rFonts w:hint="default"/>
      </w:rPr>
    </w:lvl>
  </w:abstractNum>
  <w:abstractNum w:abstractNumId="24" w15:restartNumberingAfterBreak="0">
    <w:nsid w:val="66447FC2"/>
    <w:multiLevelType w:val="hybridMultilevel"/>
    <w:tmpl w:val="F084A080"/>
    <w:lvl w:ilvl="0" w:tplc="509E5574">
      <w:start w:val="1"/>
      <w:numFmt w:val="bullet"/>
      <w:lvlText w:val="­"/>
      <w:lvlJc w:val="left"/>
      <w:pPr>
        <w:ind w:left="1853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3" w:hanging="360"/>
      </w:pPr>
      <w:rPr>
        <w:rFonts w:ascii="Wingdings" w:hAnsi="Wingdings" w:hint="default"/>
      </w:rPr>
    </w:lvl>
  </w:abstractNum>
  <w:abstractNum w:abstractNumId="25" w15:restartNumberingAfterBreak="0">
    <w:nsid w:val="68957554"/>
    <w:multiLevelType w:val="hybridMultilevel"/>
    <w:tmpl w:val="B83E9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643404"/>
    <w:multiLevelType w:val="hybridMultilevel"/>
    <w:tmpl w:val="6FB85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3179D2"/>
    <w:multiLevelType w:val="hybridMultilevel"/>
    <w:tmpl w:val="67B05A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60905B6"/>
    <w:multiLevelType w:val="hybridMultilevel"/>
    <w:tmpl w:val="9C20E0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850CC8"/>
    <w:multiLevelType w:val="hybridMultilevel"/>
    <w:tmpl w:val="A99C51FC"/>
    <w:lvl w:ilvl="0" w:tplc="B1965BB6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24C3F"/>
    <w:multiLevelType w:val="hybridMultilevel"/>
    <w:tmpl w:val="B2A63974"/>
    <w:lvl w:ilvl="0" w:tplc="90D48FDA">
      <w:start w:val="1"/>
      <w:numFmt w:val="bullet"/>
      <w:lvlText w:val="-"/>
      <w:lvlJc w:val="left"/>
      <w:pPr>
        <w:ind w:left="1453" w:hanging="360"/>
      </w:pPr>
      <w:rPr>
        <w:rFonts w:ascii="Arial" w:eastAsia="Arial" w:hAnsi="Arial" w:hint="default"/>
        <w:sz w:val="22"/>
        <w:szCs w:val="22"/>
      </w:rPr>
    </w:lvl>
    <w:lvl w:ilvl="1" w:tplc="1F904606">
      <w:start w:val="1"/>
      <w:numFmt w:val="bullet"/>
      <w:lvlText w:val="•"/>
      <w:lvlJc w:val="left"/>
      <w:pPr>
        <w:ind w:left="2418" w:hanging="360"/>
      </w:pPr>
      <w:rPr>
        <w:rFonts w:hint="default"/>
      </w:rPr>
    </w:lvl>
    <w:lvl w:ilvl="2" w:tplc="A52AD7B2">
      <w:start w:val="1"/>
      <w:numFmt w:val="bullet"/>
      <w:lvlText w:val="•"/>
      <w:lvlJc w:val="left"/>
      <w:pPr>
        <w:ind w:left="3382" w:hanging="360"/>
      </w:pPr>
      <w:rPr>
        <w:rFonts w:hint="default"/>
      </w:rPr>
    </w:lvl>
    <w:lvl w:ilvl="3" w:tplc="588A40C6">
      <w:start w:val="1"/>
      <w:numFmt w:val="bullet"/>
      <w:lvlText w:val="•"/>
      <w:lvlJc w:val="left"/>
      <w:pPr>
        <w:ind w:left="4347" w:hanging="360"/>
      </w:pPr>
      <w:rPr>
        <w:rFonts w:hint="default"/>
      </w:rPr>
    </w:lvl>
    <w:lvl w:ilvl="4" w:tplc="5C7A2138">
      <w:start w:val="1"/>
      <w:numFmt w:val="bullet"/>
      <w:lvlText w:val="•"/>
      <w:lvlJc w:val="left"/>
      <w:pPr>
        <w:ind w:left="5312" w:hanging="360"/>
      </w:pPr>
      <w:rPr>
        <w:rFonts w:hint="default"/>
      </w:rPr>
    </w:lvl>
    <w:lvl w:ilvl="5" w:tplc="EA9C145A">
      <w:start w:val="1"/>
      <w:numFmt w:val="bullet"/>
      <w:lvlText w:val="•"/>
      <w:lvlJc w:val="left"/>
      <w:pPr>
        <w:ind w:left="6277" w:hanging="360"/>
      </w:pPr>
      <w:rPr>
        <w:rFonts w:hint="default"/>
      </w:rPr>
    </w:lvl>
    <w:lvl w:ilvl="6" w:tplc="090A06EC">
      <w:start w:val="1"/>
      <w:numFmt w:val="bullet"/>
      <w:lvlText w:val="•"/>
      <w:lvlJc w:val="left"/>
      <w:pPr>
        <w:ind w:left="7242" w:hanging="360"/>
      </w:pPr>
      <w:rPr>
        <w:rFonts w:hint="default"/>
      </w:rPr>
    </w:lvl>
    <w:lvl w:ilvl="7" w:tplc="DFB82CD4">
      <w:start w:val="1"/>
      <w:numFmt w:val="bullet"/>
      <w:lvlText w:val="•"/>
      <w:lvlJc w:val="left"/>
      <w:pPr>
        <w:ind w:left="8207" w:hanging="360"/>
      </w:pPr>
      <w:rPr>
        <w:rFonts w:hint="default"/>
      </w:rPr>
    </w:lvl>
    <w:lvl w:ilvl="8" w:tplc="1D94044A">
      <w:start w:val="1"/>
      <w:numFmt w:val="bullet"/>
      <w:lvlText w:val="•"/>
      <w:lvlJc w:val="left"/>
      <w:pPr>
        <w:ind w:left="9171" w:hanging="360"/>
      </w:pPr>
      <w:rPr>
        <w:rFonts w:hint="default"/>
      </w:rPr>
    </w:lvl>
  </w:abstractNum>
  <w:abstractNum w:abstractNumId="32" w15:restartNumberingAfterBreak="0">
    <w:nsid w:val="7EDE5D85"/>
    <w:multiLevelType w:val="hybridMultilevel"/>
    <w:tmpl w:val="A0704FC6"/>
    <w:lvl w:ilvl="0" w:tplc="0DD8577C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17"/>
  </w:num>
  <w:num w:numId="4">
    <w:abstractNumId w:val="12"/>
  </w:num>
  <w:num w:numId="5">
    <w:abstractNumId w:val="19"/>
  </w:num>
  <w:num w:numId="6">
    <w:abstractNumId w:val="30"/>
  </w:num>
  <w:num w:numId="7">
    <w:abstractNumId w:val="27"/>
  </w:num>
  <w:num w:numId="8">
    <w:abstractNumId w:val="1"/>
  </w:num>
  <w:num w:numId="9">
    <w:abstractNumId w:val="6"/>
  </w:num>
  <w:num w:numId="10">
    <w:abstractNumId w:val="28"/>
  </w:num>
  <w:num w:numId="11">
    <w:abstractNumId w:val="25"/>
  </w:num>
  <w:num w:numId="12">
    <w:abstractNumId w:val="10"/>
  </w:num>
  <w:num w:numId="13">
    <w:abstractNumId w:val="28"/>
  </w:num>
  <w:num w:numId="14">
    <w:abstractNumId w:val="28"/>
  </w:num>
  <w:num w:numId="15">
    <w:abstractNumId w:val="28"/>
  </w:num>
  <w:num w:numId="16">
    <w:abstractNumId w:val="26"/>
  </w:num>
  <w:num w:numId="17">
    <w:abstractNumId w:val="7"/>
  </w:num>
  <w:num w:numId="18">
    <w:abstractNumId w:val="0"/>
  </w:num>
  <w:num w:numId="19">
    <w:abstractNumId w:val="28"/>
  </w:num>
  <w:num w:numId="20">
    <w:abstractNumId w:val="28"/>
  </w:num>
  <w:num w:numId="21">
    <w:abstractNumId w:val="28"/>
  </w:num>
  <w:num w:numId="22">
    <w:abstractNumId w:val="28"/>
  </w:num>
  <w:num w:numId="23">
    <w:abstractNumId w:val="18"/>
  </w:num>
  <w:num w:numId="24">
    <w:abstractNumId w:val="2"/>
  </w:num>
  <w:num w:numId="25">
    <w:abstractNumId w:val="14"/>
  </w:num>
  <w:num w:numId="26">
    <w:abstractNumId w:val="11"/>
  </w:num>
  <w:num w:numId="27">
    <w:abstractNumId w:val="28"/>
  </w:num>
  <w:num w:numId="28">
    <w:abstractNumId w:val="28"/>
  </w:num>
  <w:num w:numId="29">
    <w:abstractNumId w:val="28"/>
  </w:num>
  <w:num w:numId="30">
    <w:abstractNumId w:val="28"/>
  </w:num>
  <w:num w:numId="31">
    <w:abstractNumId w:val="28"/>
  </w:num>
  <w:num w:numId="32">
    <w:abstractNumId w:val="28"/>
  </w:num>
  <w:num w:numId="33">
    <w:abstractNumId w:val="22"/>
  </w:num>
  <w:num w:numId="34">
    <w:abstractNumId w:val="21"/>
  </w:num>
  <w:num w:numId="35">
    <w:abstractNumId w:val="32"/>
  </w:num>
  <w:num w:numId="36">
    <w:abstractNumId w:val="15"/>
  </w:num>
  <w:num w:numId="37">
    <w:abstractNumId w:val="3"/>
  </w:num>
  <w:num w:numId="38">
    <w:abstractNumId w:val="4"/>
  </w:num>
  <w:num w:numId="39">
    <w:abstractNumId w:val="16"/>
  </w:num>
  <w:num w:numId="40">
    <w:abstractNumId w:val="5"/>
  </w:num>
  <w:num w:numId="41">
    <w:abstractNumId w:val="29"/>
  </w:num>
  <w:num w:numId="42">
    <w:abstractNumId w:val="23"/>
  </w:num>
  <w:num w:numId="43">
    <w:abstractNumId w:val="20"/>
  </w:num>
  <w:num w:numId="44">
    <w:abstractNumId w:val="9"/>
  </w:num>
  <w:num w:numId="45">
    <w:abstractNumId w:val="31"/>
  </w:num>
  <w:num w:numId="46">
    <w:abstractNumId w:val="13"/>
  </w:num>
  <w:num w:numId="47">
    <w:abstractNumId w:val="8"/>
  </w:num>
  <w:num w:numId="48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05990"/>
    <w:rsid w:val="0000692C"/>
    <w:rsid w:val="000162D7"/>
    <w:rsid w:val="00025946"/>
    <w:rsid w:val="00025C9F"/>
    <w:rsid w:val="00026555"/>
    <w:rsid w:val="0003016F"/>
    <w:rsid w:val="00034DB3"/>
    <w:rsid w:val="0005060F"/>
    <w:rsid w:val="00061760"/>
    <w:rsid w:val="00061FB7"/>
    <w:rsid w:val="00076231"/>
    <w:rsid w:val="000830E0"/>
    <w:rsid w:val="00083559"/>
    <w:rsid w:val="00084ECD"/>
    <w:rsid w:val="00097D1D"/>
    <w:rsid w:val="000B4D82"/>
    <w:rsid w:val="000B595B"/>
    <w:rsid w:val="000C5EA1"/>
    <w:rsid w:val="000D1300"/>
    <w:rsid w:val="000E08EA"/>
    <w:rsid w:val="000E55CD"/>
    <w:rsid w:val="000E5D6E"/>
    <w:rsid w:val="0010094F"/>
    <w:rsid w:val="001150AC"/>
    <w:rsid w:val="00115D89"/>
    <w:rsid w:val="001210BE"/>
    <w:rsid w:val="00122041"/>
    <w:rsid w:val="001630BA"/>
    <w:rsid w:val="001771C2"/>
    <w:rsid w:val="00184B7F"/>
    <w:rsid w:val="001B1318"/>
    <w:rsid w:val="001B6658"/>
    <w:rsid w:val="001D1D4A"/>
    <w:rsid w:val="001D35B3"/>
    <w:rsid w:val="001D4A86"/>
    <w:rsid w:val="001E4637"/>
    <w:rsid w:val="001E4AB0"/>
    <w:rsid w:val="001E4CFE"/>
    <w:rsid w:val="001E57F2"/>
    <w:rsid w:val="001F7D74"/>
    <w:rsid w:val="0020115C"/>
    <w:rsid w:val="002050C6"/>
    <w:rsid w:val="00250FD1"/>
    <w:rsid w:val="0026196D"/>
    <w:rsid w:val="0026272F"/>
    <w:rsid w:val="002756B4"/>
    <w:rsid w:val="00281A73"/>
    <w:rsid w:val="0028540E"/>
    <w:rsid w:val="002921F8"/>
    <w:rsid w:val="00295D8F"/>
    <w:rsid w:val="002B1045"/>
    <w:rsid w:val="002B5C1B"/>
    <w:rsid w:val="002D28A5"/>
    <w:rsid w:val="002D50A1"/>
    <w:rsid w:val="002D6582"/>
    <w:rsid w:val="002E1DA0"/>
    <w:rsid w:val="002F262D"/>
    <w:rsid w:val="002F387B"/>
    <w:rsid w:val="0031263C"/>
    <w:rsid w:val="00315DFE"/>
    <w:rsid w:val="00320DD2"/>
    <w:rsid w:val="00320FAB"/>
    <w:rsid w:val="00321AD2"/>
    <w:rsid w:val="00325C05"/>
    <w:rsid w:val="00330275"/>
    <w:rsid w:val="0033181F"/>
    <w:rsid w:val="003510A9"/>
    <w:rsid w:val="003618B9"/>
    <w:rsid w:val="0037397A"/>
    <w:rsid w:val="00385727"/>
    <w:rsid w:val="00385F26"/>
    <w:rsid w:val="00392F0B"/>
    <w:rsid w:val="003B6711"/>
    <w:rsid w:val="003C3222"/>
    <w:rsid w:val="003C3921"/>
    <w:rsid w:val="003E2EAE"/>
    <w:rsid w:val="003F0891"/>
    <w:rsid w:val="003F1678"/>
    <w:rsid w:val="003F786B"/>
    <w:rsid w:val="00413A79"/>
    <w:rsid w:val="0042665B"/>
    <w:rsid w:val="00426CC8"/>
    <w:rsid w:val="004334D6"/>
    <w:rsid w:val="00447EA5"/>
    <w:rsid w:val="00451202"/>
    <w:rsid w:val="00456566"/>
    <w:rsid w:val="00466FB5"/>
    <w:rsid w:val="004715C4"/>
    <w:rsid w:val="004729E2"/>
    <w:rsid w:val="00480A16"/>
    <w:rsid w:val="00485A5D"/>
    <w:rsid w:val="004B3E16"/>
    <w:rsid w:val="004E54C5"/>
    <w:rsid w:val="005014E2"/>
    <w:rsid w:val="0051493C"/>
    <w:rsid w:val="00514C70"/>
    <w:rsid w:val="0054037F"/>
    <w:rsid w:val="00540E30"/>
    <w:rsid w:val="00542C65"/>
    <w:rsid w:val="0054661A"/>
    <w:rsid w:val="0055209E"/>
    <w:rsid w:val="00563DCF"/>
    <w:rsid w:val="00570C1F"/>
    <w:rsid w:val="005728E1"/>
    <w:rsid w:val="00575674"/>
    <w:rsid w:val="00576456"/>
    <w:rsid w:val="00577387"/>
    <w:rsid w:val="00583EEB"/>
    <w:rsid w:val="00590DD7"/>
    <w:rsid w:val="005922F1"/>
    <w:rsid w:val="00592B35"/>
    <w:rsid w:val="005A19A2"/>
    <w:rsid w:val="005A2F5B"/>
    <w:rsid w:val="005A572B"/>
    <w:rsid w:val="005B1D6A"/>
    <w:rsid w:val="005C0A2E"/>
    <w:rsid w:val="005D1C0B"/>
    <w:rsid w:val="005E24A7"/>
    <w:rsid w:val="005E533F"/>
    <w:rsid w:val="005E5E72"/>
    <w:rsid w:val="00611223"/>
    <w:rsid w:val="00612696"/>
    <w:rsid w:val="0061407A"/>
    <w:rsid w:val="00647B93"/>
    <w:rsid w:val="006519A0"/>
    <w:rsid w:val="00654FF5"/>
    <w:rsid w:val="0066148A"/>
    <w:rsid w:val="006766AC"/>
    <w:rsid w:val="00680325"/>
    <w:rsid w:val="0068506F"/>
    <w:rsid w:val="006905B3"/>
    <w:rsid w:val="006A37B8"/>
    <w:rsid w:val="006A4935"/>
    <w:rsid w:val="006A6F88"/>
    <w:rsid w:val="006B3301"/>
    <w:rsid w:val="006B4354"/>
    <w:rsid w:val="006E302C"/>
    <w:rsid w:val="006E325C"/>
    <w:rsid w:val="006E559C"/>
    <w:rsid w:val="006F0EDD"/>
    <w:rsid w:val="006F0F7E"/>
    <w:rsid w:val="006F2858"/>
    <w:rsid w:val="006F3ED2"/>
    <w:rsid w:val="007058CF"/>
    <w:rsid w:val="00707D4E"/>
    <w:rsid w:val="00710D22"/>
    <w:rsid w:val="00713FC3"/>
    <w:rsid w:val="00716B39"/>
    <w:rsid w:val="00725D36"/>
    <w:rsid w:val="00727ED0"/>
    <w:rsid w:val="0073431C"/>
    <w:rsid w:val="00770D28"/>
    <w:rsid w:val="0079453B"/>
    <w:rsid w:val="00794FF9"/>
    <w:rsid w:val="007A13B6"/>
    <w:rsid w:val="007B149A"/>
    <w:rsid w:val="007B3A77"/>
    <w:rsid w:val="007C143C"/>
    <w:rsid w:val="007D1BB8"/>
    <w:rsid w:val="007E1BC4"/>
    <w:rsid w:val="007E4FF7"/>
    <w:rsid w:val="007E5987"/>
    <w:rsid w:val="007E7B1B"/>
    <w:rsid w:val="007F0852"/>
    <w:rsid w:val="007F2FDA"/>
    <w:rsid w:val="008015FE"/>
    <w:rsid w:val="0080455E"/>
    <w:rsid w:val="008145D3"/>
    <w:rsid w:val="00814EFA"/>
    <w:rsid w:val="00823E0D"/>
    <w:rsid w:val="00826CA2"/>
    <w:rsid w:val="00834F6F"/>
    <w:rsid w:val="00842C22"/>
    <w:rsid w:val="00844B4B"/>
    <w:rsid w:val="00865A9B"/>
    <w:rsid w:val="0086761E"/>
    <w:rsid w:val="00883C9D"/>
    <w:rsid w:val="008B3F24"/>
    <w:rsid w:val="008B5FC2"/>
    <w:rsid w:val="008C3E0A"/>
    <w:rsid w:val="008D45EB"/>
    <w:rsid w:val="008D6AF5"/>
    <w:rsid w:val="008E15F6"/>
    <w:rsid w:val="008F3E55"/>
    <w:rsid w:val="0090085C"/>
    <w:rsid w:val="009134C8"/>
    <w:rsid w:val="00915653"/>
    <w:rsid w:val="009216CA"/>
    <w:rsid w:val="00932973"/>
    <w:rsid w:val="00942662"/>
    <w:rsid w:val="00942DCF"/>
    <w:rsid w:val="0095352B"/>
    <w:rsid w:val="009552A9"/>
    <w:rsid w:val="009651FC"/>
    <w:rsid w:val="00966428"/>
    <w:rsid w:val="009679EA"/>
    <w:rsid w:val="00971011"/>
    <w:rsid w:val="00980349"/>
    <w:rsid w:val="0098085D"/>
    <w:rsid w:val="0098715B"/>
    <w:rsid w:val="00992D82"/>
    <w:rsid w:val="00993C8D"/>
    <w:rsid w:val="00994B19"/>
    <w:rsid w:val="00996D0F"/>
    <w:rsid w:val="009A3A67"/>
    <w:rsid w:val="009C0985"/>
    <w:rsid w:val="009C4C90"/>
    <w:rsid w:val="009D291A"/>
    <w:rsid w:val="009D2F66"/>
    <w:rsid w:val="00A050A6"/>
    <w:rsid w:val="00A11A65"/>
    <w:rsid w:val="00A2196C"/>
    <w:rsid w:val="00A27DB8"/>
    <w:rsid w:val="00A31F8F"/>
    <w:rsid w:val="00A748C0"/>
    <w:rsid w:val="00A74D79"/>
    <w:rsid w:val="00A8282C"/>
    <w:rsid w:val="00A842CB"/>
    <w:rsid w:val="00A93DE0"/>
    <w:rsid w:val="00A966E1"/>
    <w:rsid w:val="00AA1307"/>
    <w:rsid w:val="00AA2C63"/>
    <w:rsid w:val="00AA4FBB"/>
    <w:rsid w:val="00AA7DD0"/>
    <w:rsid w:val="00AB027A"/>
    <w:rsid w:val="00AB1040"/>
    <w:rsid w:val="00AB28A5"/>
    <w:rsid w:val="00AB3B6E"/>
    <w:rsid w:val="00AB3BF4"/>
    <w:rsid w:val="00AC26F0"/>
    <w:rsid w:val="00AC5A80"/>
    <w:rsid w:val="00AD01FE"/>
    <w:rsid w:val="00AD065D"/>
    <w:rsid w:val="00AD5C55"/>
    <w:rsid w:val="00AE5616"/>
    <w:rsid w:val="00B071CC"/>
    <w:rsid w:val="00B134D0"/>
    <w:rsid w:val="00B16BAA"/>
    <w:rsid w:val="00B1794B"/>
    <w:rsid w:val="00B21C46"/>
    <w:rsid w:val="00B27C56"/>
    <w:rsid w:val="00B36DC0"/>
    <w:rsid w:val="00B45BBF"/>
    <w:rsid w:val="00B46543"/>
    <w:rsid w:val="00B50CB3"/>
    <w:rsid w:val="00B742E2"/>
    <w:rsid w:val="00B769DA"/>
    <w:rsid w:val="00B82856"/>
    <w:rsid w:val="00B90DEA"/>
    <w:rsid w:val="00B93301"/>
    <w:rsid w:val="00BA573D"/>
    <w:rsid w:val="00BB3B99"/>
    <w:rsid w:val="00BC665B"/>
    <w:rsid w:val="00BD0626"/>
    <w:rsid w:val="00BD20C7"/>
    <w:rsid w:val="00BD433B"/>
    <w:rsid w:val="00BE7360"/>
    <w:rsid w:val="00C06CD1"/>
    <w:rsid w:val="00C075F4"/>
    <w:rsid w:val="00C17085"/>
    <w:rsid w:val="00C33C88"/>
    <w:rsid w:val="00C43CCF"/>
    <w:rsid w:val="00C4462A"/>
    <w:rsid w:val="00C44DF9"/>
    <w:rsid w:val="00C45E60"/>
    <w:rsid w:val="00C46EC6"/>
    <w:rsid w:val="00C53F0E"/>
    <w:rsid w:val="00C5476A"/>
    <w:rsid w:val="00C63845"/>
    <w:rsid w:val="00C6447C"/>
    <w:rsid w:val="00C668F6"/>
    <w:rsid w:val="00C81C9E"/>
    <w:rsid w:val="00C83058"/>
    <w:rsid w:val="00C84564"/>
    <w:rsid w:val="00C845B5"/>
    <w:rsid w:val="00C87EE7"/>
    <w:rsid w:val="00CA470F"/>
    <w:rsid w:val="00CA748B"/>
    <w:rsid w:val="00CD172A"/>
    <w:rsid w:val="00CE2087"/>
    <w:rsid w:val="00CE70F1"/>
    <w:rsid w:val="00CF12CB"/>
    <w:rsid w:val="00D0003A"/>
    <w:rsid w:val="00D12B58"/>
    <w:rsid w:val="00D366AD"/>
    <w:rsid w:val="00D37CF8"/>
    <w:rsid w:val="00D477B0"/>
    <w:rsid w:val="00D544EF"/>
    <w:rsid w:val="00D81774"/>
    <w:rsid w:val="00D85190"/>
    <w:rsid w:val="00DB6A54"/>
    <w:rsid w:val="00DC4733"/>
    <w:rsid w:val="00DE5B22"/>
    <w:rsid w:val="00DE702B"/>
    <w:rsid w:val="00DE7A58"/>
    <w:rsid w:val="00E02C26"/>
    <w:rsid w:val="00E06671"/>
    <w:rsid w:val="00E3127D"/>
    <w:rsid w:val="00E34486"/>
    <w:rsid w:val="00E363D2"/>
    <w:rsid w:val="00E42E64"/>
    <w:rsid w:val="00E45161"/>
    <w:rsid w:val="00E4536B"/>
    <w:rsid w:val="00E60758"/>
    <w:rsid w:val="00E726A0"/>
    <w:rsid w:val="00E85757"/>
    <w:rsid w:val="00E877C7"/>
    <w:rsid w:val="00E90CD3"/>
    <w:rsid w:val="00E9783D"/>
    <w:rsid w:val="00EA160C"/>
    <w:rsid w:val="00EA5C68"/>
    <w:rsid w:val="00EB64E3"/>
    <w:rsid w:val="00EC5297"/>
    <w:rsid w:val="00EC75F9"/>
    <w:rsid w:val="00ED0AD6"/>
    <w:rsid w:val="00ED3DAB"/>
    <w:rsid w:val="00EF2E5B"/>
    <w:rsid w:val="00EF7728"/>
    <w:rsid w:val="00F026E1"/>
    <w:rsid w:val="00F03FB4"/>
    <w:rsid w:val="00F2021E"/>
    <w:rsid w:val="00F31F58"/>
    <w:rsid w:val="00F409A5"/>
    <w:rsid w:val="00F4486B"/>
    <w:rsid w:val="00F50321"/>
    <w:rsid w:val="00F53254"/>
    <w:rsid w:val="00F53AC9"/>
    <w:rsid w:val="00F63717"/>
    <w:rsid w:val="00F64BE7"/>
    <w:rsid w:val="00F65679"/>
    <w:rsid w:val="00F70916"/>
    <w:rsid w:val="00F8017E"/>
    <w:rsid w:val="00F80696"/>
    <w:rsid w:val="00F839BA"/>
    <w:rsid w:val="00F858F5"/>
    <w:rsid w:val="00F93C05"/>
    <w:rsid w:val="00F9409D"/>
    <w:rsid w:val="00FA1F94"/>
    <w:rsid w:val="00FB0EF7"/>
    <w:rsid w:val="00FB0FA1"/>
    <w:rsid w:val="00FB5996"/>
    <w:rsid w:val="00FC66F2"/>
    <w:rsid w:val="00FD18BF"/>
    <w:rsid w:val="00FF0C5B"/>
    <w:rsid w:val="00FF13B5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D2FE3F-7BE9-4294-9F35-7EC7B34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985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E7A58"/>
    <w:pPr>
      <w:keepNext/>
      <w:keepLines/>
      <w:numPr>
        <w:numId w:val="2"/>
      </w:numPr>
      <w:spacing w:after="120"/>
      <w:ind w:left="0" w:hanging="426"/>
      <w:outlineLvl w:val="0"/>
    </w:pPr>
    <w:rPr>
      <w:rFonts w:ascii="Comic Sans MS" w:eastAsia="Times New Roman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7101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DE7A58"/>
    <w:rPr>
      <w:rFonts w:ascii="Comic Sans MS" w:eastAsia="Times New Roman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A93DE0"/>
    <w:p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25946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paragraph" w:customStyle="1" w:styleId="Norma1">
    <w:name w:val="Norma 1"/>
    <w:basedOn w:val="Normal"/>
    <w:link w:val="Norma1Car"/>
    <w:qFormat/>
    <w:rsid w:val="001150AC"/>
    <w:pPr>
      <w:spacing w:after="120"/>
    </w:pPr>
  </w:style>
  <w:style w:type="paragraph" w:customStyle="1" w:styleId="Normal1">
    <w:name w:val="Normal1"/>
    <w:basedOn w:val="Normal"/>
    <w:qFormat/>
    <w:rsid w:val="00250FD1"/>
    <w:pPr>
      <w:tabs>
        <w:tab w:val="left" w:pos="5643"/>
      </w:tabs>
      <w:spacing w:after="120"/>
    </w:pPr>
    <w:rPr>
      <w:rFonts w:eastAsia="Times New Roman"/>
      <w:szCs w:val="32"/>
      <w:lang w:eastAsia="fr-FR"/>
    </w:rPr>
  </w:style>
  <w:style w:type="character" w:customStyle="1" w:styleId="Norma1Car">
    <w:name w:val="Norma 1 Car"/>
    <w:basedOn w:val="Policepardfaut"/>
    <w:link w:val="Norma1"/>
    <w:rsid w:val="001150AC"/>
    <w:rPr>
      <w:rFonts w:ascii="Times New Roman" w:hAnsi="Times New Roman" w:cs="Times New Roman"/>
      <w:sz w:val="24"/>
      <w:szCs w:val="24"/>
    </w:rPr>
  </w:style>
  <w:style w:type="table" w:customStyle="1" w:styleId="Grilledutableau2">
    <w:name w:val="Grille du tableau2"/>
    <w:basedOn w:val="TableauNormal"/>
    <w:next w:val="Grilledutableau"/>
    <w:uiPriority w:val="59"/>
    <w:rsid w:val="009C4C9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942662"/>
    <w:pPr>
      <w:widowControl w:val="0"/>
      <w:ind w:left="733"/>
      <w:jc w:val="left"/>
    </w:pPr>
    <w:rPr>
      <w:rFonts w:ascii="Arial" w:eastAsia="Arial" w:hAnsi="Arial" w:cstheme="minorBidi"/>
      <w:sz w:val="22"/>
      <w:szCs w:val="22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42662"/>
    <w:rPr>
      <w:rFonts w:ascii="Arial" w:eastAsia="Arial" w:hAnsi="Arial"/>
      <w:lang w:val="en-US"/>
    </w:rPr>
  </w:style>
  <w:style w:type="character" w:styleId="Textedelespacerserv">
    <w:name w:val="Placeholder Text"/>
    <w:basedOn w:val="Policepardfaut"/>
    <w:uiPriority w:val="99"/>
    <w:semiHidden/>
    <w:rsid w:val="00F31F58"/>
    <w:rPr>
      <w:color w:val="808080"/>
    </w:rPr>
  </w:style>
  <w:style w:type="character" w:customStyle="1" w:styleId="Titre5Car">
    <w:name w:val="Titre 5 Car"/>
    <w:basedOn w:val="Policepardfaut"/>
    <w:link w:val="Titre5"/>
    <w:uiPriority w:val="9"/>
    <w:rsid w:val="00971011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8E15F6"/>
    <w:pPr>
      <w:widowControl w:val="0"/>
      <w:jc w:val="left"/>
    </w:pPr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F9813-8178-4880-9740-51E4066D4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15</TotalTime>
  <Pages>1</Pages>
  <Words>1021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peuge</cp:lastModifiedBy>
  <cp:revision>12</cp:revision>
  <cp:lastPrinted>2024-10-16T18:06:00Z</cp:lastPrinted>
  <dcterms:created xsi:type="dcterms:W3CDTF">2020-04-23T14:29:00Z</dcterms:created>
  <dcterms:modified xsi:type="dcterms:W3CDTF">2024-10-16T18:06:00Z</dcterms:modified>
</cp:coreProperties>
</file>